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16="http://schemas.microsoft.com/office/drawing/2014/main" xmlns:pic="http://schemas.openxmlformats.org/drawingml/2006/picture" xmlns:a14="http://schemas.microsoft.com/office/drawing/2010/main" mc:Ignorable="w14 w15 w16se w16cid wp14">
  <w:body>
    <w:p w:rsidRPr="00D81568" w:rsidR="00902A77" w:rsidP="00902A77" w:rsidRDefault="00BD5063" w14:paraId="7743298D" w14:textId="29F4F2F8">
      <w:pPr>
        <w:pStyle w:val="KeinLeerraum"/>
        <w:rPr>
          <w:u w:val="single"/>
        </w:rPr>
      </w:pPr>
      <w:bookmarkStart w:name="_GoBack" w:id="0"/>
      <w:bookmarkEnd w:id="0"/>
      <w:r>
        <w:t xml:space="preserve">Elegante </w:t>
      </w:r>
      <w:r w:rsidR="003077FB">
        <w:t xml:space="preserve">Duschlösung in vielen Größen </w:t>
      </w:r>
    </w:p>
    <w:p w:rsidRPr="001F6AEA" w:rsidR="006C01CE" w:rsidP="00902A77" w:rsidRDefault="00BF2554" w14:paraId="4E475648" w14:textId="3CE1B9D1">
      <w:pPr>
        <w:pStyle w:val="berschrift1"/>
      </w:pPr>
      <w:r>
        <w:t>Die neue bodenebene</w:t>
      </w:r>
      <w:r w:rsidRPr="00C97CFB">
        <w:t xml:space="preserve"> </w:t>
      </w:r>
      <w:r>
        <w:t>Duschfläche</w:t>
      </w:r>
      <w:r w:rsidRPr="00C97CFB">
        <w:t xml:space="preserve"> Geberit </w:t>
      </w:r>
      <w:proofErr w:type="spellStart"/>
      <w:r w:rsidRPr="00C97CFB">
        <w:t>Olona</w:t>
      </w:r>
      <w:proofErr w:type="spellEnd"/>
      <w:r>
        <w:t xml:space="preserve"> ist die perfekte Einbaulösung</w:t>
      </w:r>
      <w:r w:rsidRPr="00190CA9">
        <w:t xml:space="preserve"> für kleine wie große Privatbäder</w:t>
      </w:r>
    </w:p>
    <w:p w:rsidRPr="001F6AEA" w:rsidR="00922B14" w:rsidP="00C9504F" w:rsidRDefault="00B4524F" w14:paraId="30DDB1A5" w14:textId="2D6117EC">
      <w:pPr>
        <w:pStyle w:val="Kopfzeile"/>
        <w:rPr>
          <w:szCs w:val="20"/>
        </w:rPr>
      </w:pPr>
      <w:r w:rsidRPr="001F6AEA">
        <w:rPr>
          <w:rStyle w:val="Hervorhebung"/>
          <w:szCs w:val="20"/>
        </w:rPr>
        <w:t xml:space="preserve">Geberit </w:t>
      </w:r>
      <w:r w:rsidRPr="001F6AEA" w:rsidR="005B491D">
        <w:rPr>
          <w:rStyle w:val="Hervorhebung"/>
          <w:szCs w:val="20"/>
        </w:rPr>
        <w:t>Vertriebs GmbH</w:t>
      </w:r>
      <w:r w:rsidRPr="001F6AEA">
        <w:rPr>
          <w:rStyle w:val="Hervorhebung"/>
          <w:szCs w:val="20"/>
        </w:rPr>
        <w:t xml:space="preserve">, </w:t>
      </w:r>
      <w:r w:rsidRPr="001F6AEA" w:rsidR="005B491D">
        <w:rPr>
          <w:rStyle w:val="Hervorhebung"/>
          <w:szCs w:val="20"/>
        </w:rPr>
        <w:t>Pfullendorf</w:t>
      </w:r>
      <w:r w:rsidRPr="001F6AEA">
        <w:rPr>
          <w:rStyle w:val="Hervorhebung"/>
          <w:szCs w:val="20"/>
        </w:rPr>
        <w:t xml:space="preserve">, </w:t>
      </w:r>
      <w:r w:rsidR="00BF2554">
        <w:rPr>
          <w:rStyle w:val="Hervorhebung"/>
          <w:szCs w:val="20"/>
        </w:rPr>
        <w:t>Februar</w:t>
      </w:r>
      <w:r w:rsidR="0073776D">
        <w:rPr>
          <w:rStyle w:val="Hervorhebung"/>
          <w:szCs w:val="20"/>
        </w:rPr>
        <w:t xml:space="preserve"> 2021</w:t>
      </w:r>
    </w:p>
    <w:p w:rsidR="00976F86" w:rsidP="00E104D9" w:rsidRDefault="00D81568" w14:paraId="36A5BFA5" w14:textId="3335E8DA">
      <w:pPr>
        <w:rPr>
          <w:b/>
          <w:bCs/>
        </w:rPr>
      </w:pPr>
      <w:r w:rsidRPr="2E9D66AB">
        <w:rPr>
          <w:b/>
          <w:bCs/>
        </w:rPr>
        <w:t xml:space="preserve">Wer </w:t>
      </w:r>
      <w:r w:rsidRPr="2E9D66AB" w:rsidR="00E82982">
        <w:rPr>
          <w:b/>
          <w:bCs/>
        </w:rPr>
        <w:t xml:space="preserve">heute </w:t>
      </w:r>
      <w:r w:rsidRPr="2E9D66AB">
        <w:rPr>
          <w:b/>
          <w:bCs/>
        </w:rPr>
        <w:t xml:space="preserve">sein Bad plant oder renoviert, </w:t>
      </w:r>
      <w:r w:rsidRPr="2E9D66AB" w:rsidR="00E82982">
        <w:rPr>
          <w:b/>
          <w:bCs/>
        </w:rPr>
        <w:t>möchte</w:t>
      </w:r>
      <w:r w:rsidRPr="2E9D66AB">
        <w:rPr>
          <w:b/>
          <w:bCs/>
        </w:rPr>
        <w:t xml:space="preserve"> meist eine bodenebene Dusche. </w:t>
      </w:r>
      <w:r w:rsidRPr="2E9D66AB" w:rsidR="00E82982">
        <w:rPr>
          <w:b/>
          <w:bCs/>
        </w:rPr>
        <w:t>Bei der Auswahl</w:t>
      </w:r>
      <w:r w:rsidRPr="2E9D66AB">
        <w:rPr>
          <w:b/>
          <w:bCs/>
        </w:rPr>
        <w:t xml:space="preserve"> </w:t>
      </w:r>
      <w:r w:rsidRPr="2E9D66AB" w:rsidR="004174D2">
        <w:rPr>
          <w:b/>
          <w:bCs/>
        </w:rPr>
        <w:t xml:space="preserve">kommt es </w:t>
      </w:r>
      <w:r w:rsidRPr="2E9D66AB" w:rsidR="1FF535C4">
        <w:rPr>
          <w:b/>
          <w:bCs/>
        </w:rPr>
        <w:t xml:space="preserve">dabei </w:t>
      </w:r>
      <w:r w:rsidRPr="2E9D66AB" w:rsidR="004174D2">
        <w:rPr>
          <w:b/>
          <w:bCs/>
        </w:rPr>
        <w:t>auf</w:t>
      </w:r>
      <w:r w:rsidRPr="2E9D66AB">
        <w:rPr>
          <w:b/>
          <w:bCs/>
        </w:rPr>
        <w:t xml:space="preserve"> Optik und Reinigungsfreundlichkeit </w:t>
      </w:r>
      <w:r w:rsidRPr="2E9D66AB" w:rsidR="004174D2">
        <w:rPr>
          <w:b/>
          <w:bCs/>
        </w:rPr>
        <w:t>an</w:t>
      </w:r>
      <w:r w:rsidRPr="2E9D66AB">
        <w:rPr>
          <w:b/>
          <w:bCs/>
        </w:rPr>
        <w:t>.</w:t>
      </w:r>
      <w:r w:rsidRPr="2E9D66AB" w:rsidR="00031B38">
        <w:rPr>
          <w:b/>
          <w:bCs/>
        </w:rPr>
        <w:t xml:space="preserve"> </w:t>
      </w:r>
      <w:r w:rsidRPr="2E9D66AB" w:rsidR="004174D2">
        <w:rPr>
          <w:b/>
          <w:bCs/>
        </w:rPr>
        <w:t xml:space="preserve">Die </w:t>
      </w:r>
      <w:r w:rsidRPr="2E9D66AB" w:rsidR="00031B38">
        <w:rPr>
          <w:b/>
          <w:bCs/>
        </w:rPr>
        <w:t>neue</w:t>
      </w:r>
      <w:r w:rsidRPr="2E9D66AB" w:rsidR="004174D2">
        <w:rPr>
          <w:b/>
          <w:bCs/>
        </w:rPr>
        <w:t>, ab April erhältliche</w:t>
      </w:r>
      <w:r w:rsidRPr="2E9D66AB" w:rsidR="007358DC">
        <w:rPr>
          <w:b/>
          <w:bCs/>
        </w:rPr>
        <w:t xml:space="preserve"> </w:t>
      </w:r>
      <w:r w:rsidRPr="2E9D66AB" w:rsidR="00031B38">
        <w:rPr>
          <w:b/>
          <w:bCs/>
        </w:rPr>
        <w:t xml:space="preserve">Duschfläche </w:t>
      </w:r>
      <w:r w:rsidRPr="2E9D66AB" w:rsidR="00A83AD9">
        <w:rPr>
          <w:b/>
          <w:bCs/>
        </w:rPr>
        <w:t xml:space="preserve">Geberit </w:t>
      </w:r>
      <w:proofErr w:type="spellStart"/>
      <w:r w:rsidRPr="2E9D66AB" w:rsidR="00031B38">
        <w:rPr>
          <w:b/>
          <w:bCs/>
        </w:rPr>
        <w:t>Olona</w:t>
      </w:r>
      <w:proofErr w:type="spellEnd"/>
      <w:r w:rsidRPr="2E9D66AB" w:rsidR="00BD5063">
        <w:rPr>
          <w:b/>
          <w:bCs/>
        </w:rPr>
        <w:t xml:space="preserve"> </w:t>
      </w:r>
      <w:r w:rsidRPr="2E9D66AB" w:rsidR="004174D2">
        <w:rPr>
          <w:b/>
          <w:bCs/>
        </w:rPr>
        <w:t xml:space="preserve">des führenden europäischen Herstellers von Sanitärprodukten </w:t>
      </w:r>
      <w:r w:rsidRPr="2E9D66AB" w:rsidR="00E82982">
        <w:rPr>
          <w:b/>
          <w:bCs/>
        </w:rPr>
        <w:t>punktet mit beidem</w:t>
      </w:r>
      <w:r w:rsidRPr="2E9D66AB" w:rsidR="004174D2">
        <w:rPr>
          <w:b/>
          <w:bCs/>
        </w:rPr>
        <w:t xml:space="preserve">: </w:t>
      </w:r>
      <w:r w:rsidRPr="2E9D66AB" w:rsidR="00BD5063">
        <w:rPr>
          <w:b/>
          <w:bCs/>
        </w:rPr>
        <w:t>Sie</w:t>
      </w:r>
      <w:r w:rsidRPr="2E9D66AB" w:rsidR="00A85A18">
        <w:rPr>
          <w:b/>
          <w:bCs/>
        </w:rPr>
        <w:t xml:space="preserve"> zeichnet sich </w:t>
      </w:r>
      <w:r w:rsidRPr="2E9D66AB" w:rsidR="00BD5063">
        <w:rPr>
          <w:b/>
          <w:bCs/>
        </w:rPr>
        <w:t xml:space="preserve">durch </w:t>
      </w:r>
      <w:r w:rsidRPr="2E9D66AB" w:rsidR="00C65C06">
        <w:rPr>
          <w:b/>
          <w:bCs/>
        </w:rPr>
        <w:t xml:space="preserve">ein </w:t>
      </w:r>
      <w:r w:rsidRPr="2E9D66AB" w:rsidR="00EC16A5">
        <w:rPr>
          <w:b/>
          <w:bCs/>
        </w:rPr>
        <w:t>minimalistische</w:t>
      </w:r>
      <w:r w:rsidRPr="2E9D66AB" w:rsidR="004174D2">
        <w:rPr>
          <w:b/>
          <w:bCs/>
        </w:rPr>
        <w:t xml:space="preserve">s Design </w:t>
      </w:r>
      <w:r w:rsidRPr="2E9D66AB" w:rsidR="00223F79">
        <w:rPr>
          <w:b/>
          <w:bCs/>
        </w:rPr>
        <w:t xml:space="preserve">ohne Kompromisse bei der Funktion </w:t>
      </w:r>
      <w:r w:rsidRPr="2E9D66AB" w:rsidR="004174D2">
        <w:rPr>
          <w:b/>
          <w:bCs/>
        </w:rPr>
        <w:t xml:space="preserve">und </w:t>
      </w:r>
      <w:r w:rsidRPr="2E9D66AB" w:rsidR="00C65C06">
        <w:rPr>
          <w:b/>
          <w:bCs/>
        </w:rPr>
        <w:t xml:space="preserve">eine </w:t>
      </w:r>
      <w:r w:rsidRPr="2E9D66AB" w:rsidR="00D471F2">
        <w:rPr>
          <w:b/>
          <w:bCs/>
        </w:rPr>
        <w:t>einfache Reinigung</w:t>
      </w:r>
      <w:r w:rsidRPr="2E9D66AB" w:rsidR="001D1D91">
        <w:rPr>
          <w:b/>
          <w:bCs/>
        </w:rPr>
        <w:t xml:space="preserve"> aus</w:t>
      </w:r>
      <w:r w:rsidRPr="2E9D66AB" w:rsidR="00D471F2">
        <w:rPr>
          <w:b/>
          <w:bCs/>
        </w:rPr>
        <w:t xml:space="preserve">. </w:t>
      </w:r>
      <w:r w:rsidRPr="2E9D66AB" w:rsidR="00A85A18">
        <w:rPr>
          <w:b/>
          <w:bCs/>
        </w:rPr>
        <w:t>Dabei ist</w:t>
      </w:r>
      <w:r w:rsidRPr="2E9D66AB" w:rsidR="004174D2">
        <w:rPr>
          <w:b/>
          <w:bCs/>
        </w:rPr>
        <w:t xml:space="preserve"> </w:t>
      </w:r>
      <w:r w:rsidRPr="2E9D66AB" w:rsidR="00A85A18">
        <w:rPr>
          <w:b/>
          <w:bCs/>
        </w:rPr>
        <w:t xml:space="preserve">Geberit </w:t>
      </w:r>
      <w:proofErr w:type="spellStart"/>
      <w:r w:rsidRPr="2E9D66AB" w:rsidR="00A85A18">
        <w:rPr>
          <w:b/>
          <w:bCs/>
        </w:rPr>
        <w:t>Olona</w:t>
      </w:r>
      <w:proofErr w:type="spellEnd"/>
      <w:r w:rsidRPr="2E9D66AB" w:rsidR="00A85A18">
        <w:rPr>
          <w:b/>
          <w:bCs/>
        </w:rPr>
        <w:t xml:space="preserve"> </w:t>
      </w:r>
      <w:r w:rsidRPr="2E9D66AB" w:rsidR="001D1D91">
        <w:rPr>
          <w:b/>
          <w:bCs/>
        </w:rPr>
        <w:t>in</w:t>
      </w:r>
      <w:r w:rsidRPr="2E9D66AB" w:rsidR="00D0760C">
        <w:rPr>
          <w:b/>
          <w:bCs/>
        </w:rPr>
        <w:t xml:space="preserve"> </w:t>
      </w:r>
      <w:r w:rsidRPr="2E9D66AB" w:rsidR="00223F79">
        <w:rPr>
          <w:b/>
          <w:bCs/>
        </w:rPr>
        <w:t>zwanzig</w:t>
      </w:r>
      <w:r w:rsidRPr="2E9D66AB" w:rsidR="001D1D91">
        <w:rPr>
          <w:b/>
          <w:bCs/>
        </w:rPr>
        <w:t xml:space="preserve"> unterschiedlichen Größen erhältlich</w:t>
      </w:r>
      <w:r w:rsidRPr="2E9D66AB" w:rsidR="00E82982">
        <w:rPr>
          <w:b/>
          <w:bCs/>
        </w:rPr>
        <w:t xml:space="preserve">. </w:t>
      </w:r>
      <w:r w:rsidR="003077FB">
        <w:rPr>
          <w:b/>
          <w:bCs/>
        </w:rPr>
        <w:t xml:space="preserve">So </w:t>
      </w:r>
      <w:r w:rsidRPr="2E9D66AB" w:rsidR="00E82982">
        <w:rPr>
          <w:b/>
          <w:bCs/>
        </w:rPr>
        <w:t>bi</w:t>
      </w:r>
      <w:r w:rsidRPr="2E9D66AB" w:rsidR="00223F79">
        <w:rPr>
          <w:b/>
          <w:bCs/>
        </w:rPr>
        <w:t xml:space="preserve">etet </w:t>
      </w:r>
      <w:r w:rsidR="003077FB">
        <w:rPr>
          <w:b/>
          <w:bCs/>
        </w:rPr>
        <w:t xml:space="preserve">sie </w:t>
      </w:r>
      <w:r w:rsidRPr="2E9D66AB" w:rsidR="00223F79">
        <w:rPr>
          <w:b/>
          <w:bCs/>
        </w:rPr>
        <w:t xml:space="preserve">Bauherren und </w:t>
      </w:r>
      <w:proofErr w:type="spellStart"/>
      <w:r w:rsidRPr="2E9D66AB" w:rsidR="00223F79">
        <w:rPr>
          <w:b/>
          <w:bCs/>
        </w:rPr>
        <w:t>Renovierern</w:t>
      </w:r>
      <w:proofErr w:type="spellEnd"/>
      <w:r w:rsidRPr="2E9D66AB" w:rsidR="00223F79">
        <w:rPr>
          <w:b/>
          <w:bCs/>
        </w:rPr>
        <w:t xml:space="preserve"> die passende Lösung für nahezu jeden Badgrundriss</w:t>
      </w:r>
      <w:r w:rsidR="003077FB">
        <w:rPr>
          <w:b/>
          <w:bCs/>
        </w:rPr>
        <w:t xml:space="preserve">. Zudem besticht sie </w:t>
      </w:r>
      <w:r w:rsidRPr="2E9D66AB" w:rsidR="00A85A18">
        <w:rPr>
          <w:b/>
          <w:bCs/>
        </w:rPr>
        <w:t>durch ein attraktives Preis-Leistungs-Verhältnis</w:t>
      </w:r>
      <w:r w:rsidRPr="2E9D66AB" w:rsidR="00976F86">
        <w:rPr>
          <w:b/>
          <w:bCs/>
        </w:rPr>
        <w:t>.</w:t>
      </w:r>
    </w:p>
    <w:p w:rsidR="00E82982" w:rsidP="00F13F47" w:rsidRDefault="00BF2554" w14:paraId="2153626E" w14:textId="72AF6404">
      <w:pPr>
        <w:rPr>
          <w:lang w:val="de-CH" w:bidi="ar-SA"/>
        </w:rPr>
      </w:pPr>
      <w:r>
        <w:rPr>
          <w:lang w:val="de-CH" w:bidi="ar-SA"/>
        </w:rPr>
        <w:t>Auch f</w:t>
      </w:r>
      <w:r w:rsidRPr="00F256FC" w:rsidR="00E82982">
        <w:rPr>
          <w:lang w:val="de-CH" w:bidi="ar-SA"/>
        </w:rPr>
        <w:t>ür einen sicheren Stand ist</w:t>
      </w:r>
      <w:r w:rsidRPr="00031B38" w:rsidR="00E82982">
        <w:rPr>
          <w:lang w:val="de-CH" w:bidi="ar-SA"/>
        </w:rPr>
        <w:t xml:space="preserve"> gesorgt: Gemä</w:t>
      </w:r>
      <w:r w:rsidR="00E82982">
        <w:rPr>
          <w:lang w:val="de-CH" w:bidi="ar-SA"/>
        </w:rPr>
        <w:t>ß</w:t>
      </w:r>
      <w:r w:rsidRPr="00031B38" w:rsidR="00E82982">
        <w:rPr>
          <w:lang w:val="de-CH" w:bidi="ar-SA"/>
        </w:rPr>
        <w:t xml:space="preserve"> DIN 51097 erreicht Geberit </w:t>
      </w:r>
      <w:proofErr w:type="spellStart"/>
      <w:r w:rsidRPr="00031B38" w:rsidR="00E82982">
        <w:rPr>
          <w:lang w:val="de-CH" w:bidi="ar-SA"/>
        </w:rPr>
        <w:t>Olona</w:t>
      </w:r>
      <w:proofErr w:type="spellEnd"/>
      <w:r w:rsidRPr="00031B38" w:rsidR="00E82982">
        <w:rPr>
          <w:lang w:val="de-CH" w:bidi="ar-SA"/>
        </w:rPr>
        <w:t xml:space="preserve"> die zweithöchste Antirutschklasse B</w:t>
      </w:r>
      <w:r w:rsidR="00E82982">
        <w:rPr>
          <w:lang w:val="de-CH" w:bidi="ar-SA"/>
        </w:rPr>
        <w:t xml:space="preserve">. </w:t>
      </w:r>
    </w:p>
    <w:p w:rsidRPr="003077FB" w:rsidR="003077FB" w:rsidP="003077FB" w:rsidRDefault="003077FB" w14:paraId="6596B87F" w14:textId="67E35502">
      <w:pPr>
        <w:rPr>
          <w:b/>
          <w:bCs/>
          <w:lang w:val="de-CH"/>
        </w:rPr>
      </w:pPr>
      <w:r w:rsidRPr="2E9D66AB">
        <w:rPr>
          <w:b/>
          <w:bCs/>
          <w:lang w:val="de-CH"/>
        </w:rPr>
        <w:t>Größenvielfalt für unterschiedlich</w:t>
      </w:r>
      <w:r>
        <w:rPr>
          <w:b/>
          <w:bCs/>
          <w:lang w:val="de-CH"/>
        </w:rPr>
        <w:t>ste Bäder</w:t>
      </w:r>
      <w:r>
        <w:rPr>
          <w:b/>
          <w:bCs/>
          <w:lang w:val="de-CH"/>
        </w:rPr>
        <w:br/>
      </w:r>
      <w:r>
        <w:rPr>
          <w:lang w:val="de-CH" w:bidi="ar-SA"/>
        </w:rPr>
        <w:t xml:space="preserve">Geberit </w:t>
      </w:r>
      <w:proofErr w:type="spellStart"/>
      <w:r>
        <w:rPr>
          <w:lang w:val="de-CH" w:bidi="ar-SA"/>
        </w:rPr>
        <w:t>Olona</w:t>
      </w:r>
      <w:proofErr w:type="spellEnd"/>
      <w:r>
        <w:rPr>
          <w:lang w:val="de-CH" w:bidi="ar-SA"/>
        </w:rPr>
        <w:t xml:space="preserve"> </w:t>
      </w:r>
      <w:r w:rsidR="00BF2554">
        <w:rPr>
          <w:lang w:val="de-CH" w:bidi="ar-SA"/>
        </w:rPr>
        <w:t xml:space="preserve">ist </w:t>
      </w:r>
      <w:r w:rsidR="00BF2554">
        <w:t xml:space="preserve">die ideale Lösung für Bäder jeder Größe und mit speziellen Grundrissen. Die bodenebene </w:t>
      </w:r>
      <w:proofErr w:type="spellStart"/>
      <w:r w:rsidR="00BF2554">
        <w:t>Duschfläsche</w:t>
      </w:r>
      <w:proofErr w:type="spellEnd"/>
      <w:r w:rsidR="00BF2554">
        <w:rPr>
          <w:lang w:val="de-CH" w:bidi="ar-SA"/>
        </w:rPr>
        <w:t xml:space="preserve"> gibt es </w:t>
      </w:r>
      <w:r w:rsidRPr="00723CEE">
        <w:rPr>
          <w:lang w:val="de-CH" w:bidi="ar-SA"/>
        </w:rPr>
        <w:t>in vier</w:t>
      </w:r>
      <w:r>
        <w:rPr>
          <w:lang w:val="de-CH" w:bidi="ar-SA"/>
        </w:rPr>
        <w:t xml:space="preserve"> quadratischen Größen </w:t>
      </w:r>
      <w:r w:rsidR="00BF2554">
        <w:rPr>
          <w:lang w:val="de-CH" w:bidi="ar-SA"/>
        </w:rPr>
        <w:t xml:space="preserve">(mit </w:t>
      </w:r>
      <w:r>
        <w:rPr>
          <w:lang w:val="de-CH" w:bidi="ar-SA"/>
        </w:rPr>
        <w:t>80, 90, 100 und 120 Zentimeter Seitenlänge</w:t>
      </w:r>
      <w:r w:rsidR="00BF2554">
        <w:rPr>
          <w:lang w:val="de-CH" w:bidi="ar-SA"/>
        </w:rPr>
        <w:t>)</w:t>
      </w:r>
      <w:r>
        <w:rPr>
          <w:lang w:val="de-CH" w:bidi="ar-SA"/>
        </w:rPr>
        <w:t xml:space="preserve"> sowie </w:t>
      </w:r>
      <w:r w:rsidRPr="00723CEE">
        <w:rPr>
          <w:lang w:val="de-CH" w:bidi="ar-SA"/>
        </w:rPr>
        <w:t>16</w:t>
      </w:r>
      <w:r>
        <w:rPr>
          <w:lang w:val="de-CH" w:bidi="ar-SA"/>
        </w:rPr>
        <w:t xml:space="preserve"> rechteckigen Formaten </w:t>
      </w:r>
      <w:r w:rsidR="00BF2554">
        <w:rPr>
          <w:lang w:val="de-CH" w:bidi="ar-SA"/>
        </w:rPr>
        <w:t>(</w:t>
      </w:r>
      <w:r>
        <w:rPr>
          <w:lang w:val="de-CH" w:bidi="ar-SA"/>
        </w:rPr>
        <w:t xml:space="preserve">mit Abmessungen zwischen </w:t>
      </w:r>
      <w:r w:rsidRPr="00723CEE">
        <w:rPr>
          <w:lang w:val="de-CH" w:bidi="ar-SA"/>
        </w:rPr>
        <w:t>75</w:t>
      </w:r>
      <w:r>
        <w:rPr>
          <w:lang w:val="de-CH" w:bidi="ar-SA"/>
        </w:rPr>
        <w:t xml:space="preserve"> und 100 Zentimetern Breite und 90 und 180 Zentimetern Länge</w:t>
      </w:r>
      <w:r w:rsidR="00BF2554">
        <w:rPr>
          <w:lang w:val="de-CH" w:bidi="ar-SA"/>
        </w:rPr>
        <w:t>)</w:t>
      </w:r>
      <w:r>
        <w:rPr>
          <w:lang w:val="de-CH" w:bidi="ar-SA"/>
        </w:rPr>
        <w:t>.</w:t>
      </w:r>
    </w:p>
    <w:p w:rsidR="00902A77" w:rsidP="00902A77" w:rsidRDefault="00A853B7" w14:paraId="7C2F89C1" w14:textId="1EDAB1FB">
      <w:pPr>
        <w:pStyle w:val="Untertitel"/>
        <w:rPr>
          <w:lang w:val="de-CH" w:bidi="ar-SA"/>
        </w:rPr>
      </w:pPr>
      <w:r>
        <w:rPr>
          <w:lang w:bidi="ar-SA"/>
        </w:rPr>
        <w:t>Modernes Design,</w:t>
      </w:r>
      <w:r>
        <w:rPr>
          <w:lang w:val="de-CH" w:bidi="ar-SA"/>
        </w:rPr>
        <w:t xml:space="preserve"> v</w:t>
      </w:r>
      <w:r w:rsidR="00902A77">
        <w:rPr>
          <w:lang w:val="de-CH" w:bidi="ar-SA"/>
        </w:rPr>
        <w:t xml:space="preserve">ielseitig </w:t>
      </w:r>
      <w:r w:rsidR="004B4195">
        <w:rPr>
          <w:lang w:val="de-CH" w:bidi="ar-SA"/>
        </w:rPr>
        <w:t xml:space="preserve">einsetzbar </w:t>
      </w:r>
    </w:p>
    <w:p w:rsidR="00902A77" w:rsidP="00902A77" w:rsidRDefault="00E82982" w14:paraId="46C4B2AA" w14:textId="74B5768B">
      <w:pPr>
        <w:rPr>
          <w:lang w:val="de-CH" w:bidi="ar-SA"/>
        </w:rPr>
      </w:pPr>
      <w:r w:rsidRPr="2E9D66AB">
        <w:rPr>
          <w:lang w:val="de-CH" w:bidi="ar-SA"/>
        </w:rPr>
        <w:t>In</w:t>
      </w:r>
      <w:r w:rsidRPr="2E9D66AB" w:rsidR="00F13F47">
        <w:rPr>
          <w:lang w:bidi="ar-SA"/>
        </w:rPr>
        <w:t xml:space="preserve"> einem schlichten </w:t>
      </w:r>
      <w:proofErr w:type="spellStart"/>
      <w:r w:rsidRPr="2E9D66AB" w:rsidR="00F13F47">
        <w:rPr>
          <w:lang w:bidi="ar-SA"/>
        </w:rPr>
        <w:t>Mattweiß</w:t>
      </w:r>
      <w:proofErr w:type="spellEnd"/>
      <w:r w:rsidRPr="2E9D66AB" w:rsidR="00F13F47">
        <w:rPr>
          <w:lang w:bidi="ar-SA"/>
        </w:rPr>
        <w:t xml:space="preserve"> gestaltet</w:t>
      </w:r>
      <w:r w:rsidRPr="2E9D66AB">
        <w:rPr>
          <w:lang w:bidi="ar-SA"/>
        </w:rPr>
        <w:t xml:space="preserve">, </w:t>
      </w:r>
      <w:r w:rsidRPr="2E9D66AB" w:rsidR="00902A77">
        <w:rPr>
          <w:lang w:bidi="ar-SA"/>
        </w:rPr>
        <w:t xml:space="preserve">harmoniert </w:t>
      </w:r>
      <w:r w:rsidRPr="2E9D66AB">
        <w:rPr>
          <w:lang w:bidi="ar-SA"/>
        </w:rPr>
        <w:t xml:space="preserve">Geberit </w:t>
      </w:r>
      <w:proofErr w:type="spellStart"/>
      <w:r w:rsidRPr="2E9D66AB">
        <w:rPr>
          <w:lang w:bidi="ar-SA"/>
        </w:rPr>
        <w:t>Olona</w:t>
      </w:r>
      <w:proofErr w:type="spellEnd"/>
      <w:r w:rsidRPr="2E9D66AB">
        <w:rPr>
          <w:lang w:bidi="ar-SA"/>
        </w:rPr>
        <w:t xml:space="preserve"> </w:t>
      </w:r>
      <w:r w:rsidRPr="2E9D66AB" w:rsidR="00902A77">
        <w:rPr>
          <w:lang w:bidi="ar-SA"/>
        </w:rPr>
        <w:t>mit Boden- und Wandbelägen aller Art</w:t>
      </w:r>
      <w:r w:rsidRPr="2E9D66AB" w:rsidR="00F13F47">
        <w:rPr>
          <w:lang w:bidi="ar-SA"/>
        </w:rPr>
        <w:t xml:space="preserve"> – ob</w:t>
      </w:r>
      <w:r w:rsidRPr="2E9D66AB" w:rsidR="00902A77">
        <w:rPr>
          <w:lang w:bidi="ar-SA"/>
        </w:rPr>
        <w:t xml:space="preserve"> Keramikfliesen, Mosaik, Stein oder Holz</w:t>
      </w:r>
      <w:r w:rsidRPr="2E9D66AB" w:rsidR="00D0760C">
        <w:rPr>
          <w:lang w:bidi="ar-SA"/>
        </w:rPr>
        <w:t xml:space="preserve">. </w:t>
      </w:r>
      <w:r w:rsidRPr="2E9D66AB" w:rsidR="00A83AD9">
        <w:rPr>
          <w:lang w:val="de-CH" w:bidi="ar-SA"/>
        </w:rPr>
        <w:t xml:space="preserve">Für einen Blickfang sorgt das minimalistische Design des Ablaufs: </w:t>
      </w:r>
      <w:r w:rsidR="00F13F47">
        <w:t xml:space="preserve">Der Ablaufdeckel </w:t>
      </w:r>
      <w:r w:rsidR="00723CEE">
        <w:t xml:space="preserve">ist passend zur Duschfläche ebenfalls in </w:t>
      </w:r>
      <w:proofErr w:type="spellStart"/>
      <w:r w:rsidR="00723CEE">
        <w:t>Mattweiß</w:t>
      </w:r>
      <w:proofErr w:type="spellEnd"/>
      <w:r w:rsidR="00723CEE">
        <w:t xml:space="preserve"> gehalten. </w:t>
      </w:r>
      <w:r w:rsidR="00290C4F">
        <w:t xml:space="preserve">Ein schmaler Chromring umfasst den Ablaufdeckel und </w:t>
      </w:r>
      <w:r w:rsidR="00F13F47">
        <w:t xml:space="preserve">lässt </w:t>
      </w:r>
      <w:r w:rsidR="00A719C3">
        <w:t>ihn</w:t>
      </w:r>
      <w:r w:rsidR="00F13F47">
        <w:t xml:space="preserve"> scheinbar schweben. Das Wasser fließt dabei unterhalb des schmalen Silberrands in den Ablauf und hinterlässt kaum Spuren auf de</w:t>
      </w:r>
      <w:r w:rsidR="00A83AD9">
        <w:t>r</w:t>
      </w:r>
      <w:r w:rsidR="00F13F47">
        <w:t xml:space="preserve"> </w:t>
      </w:r>
      <w:r w:rsidR="00A83AD9">
        <w:t>Oberfläche</w:t>
      </w:r>
      <w:r w:rsidR="00F13F47">
        <w:t>.</w:t>
      </w:r>
    </w:p>
    <w:p w:rsidRPr="003077FB" w:rsidR="00BF2554" w:rsidP="00BF2554" w:rsidRDefault="00BF2554" w14:paraId="5DEDF5AB" w14:textId="1C063E95">
      <w:pPr>
        <w:pStyle w:val="Kommentartext"/>
        <w:rPr>
          <w:lang w:val="de-CH" w:bidi="ar-SA"/>
        </w:rPr>
      </w:pPr>
      <w:r w:rsidRPr="0E178144" w:rsidR="00BF2554">
        <w:rPr>
          <w:b w:val="1"/>
          <w:bCs w:val="1"/>
          <w:lang w:bidi="ar-SA"/>
        </w:rPr>
        <w:t>Hochwertiges Material, einfache Reinigung</w:t>
      </w:r>
      <w:r>
        <w:br/>
      </w:r>
      <w:r w:rsidRPr="0E178144" w:rsidR="00BF2554">
        <w:rPr>
          <w:lang w:val="de-CH" w:bidi="ar-SA"/>
        </w:rPr>
        <w:t xml:space="preserve">Geberit </w:t>
      </w:r>
      <w:proofErr w:type="spellStart"/>
      <w:r w:rsidRPr="0E178144" w:rsidR="00BF2554">
        <w:rPr>
          <w:lang w:val="de-CH" w:bidi="ar-SA"/>
        </w:rPr>
        <w:t>Olona</w:t>
      </w:r>
      <w:proofErr w:type="spellEnd"/>
      <w:r w:rsidRPr="0E178144" w:rsidR="00BF2554">
        <w:rPr>
          <w:lang w:val="de-CH" w:bidi="ar-SA"/>
        </w:rPr>
        <w:t xml:space="preserve"> ist aus Steinharz gefertigt, einem G</w:t>
      </w:r>
      <w:r w:rsidRPr="0E178144" w:rsidR="00BF2554">
        <w:rPr>
          <w:rFonts w:ascii="Arial" w:hAnsi="Arial" w:eastAsia="Times New Roman" w:cs="Arial"/>
          <w:lang w:val="de-CH" w:bidi="ar-SA"/>
        </w:rPr>
        <w:t xml:space="preserve">esteinspulver, das mit Kunstharz (Polyester) verfestigt wird. Mit einer </w:t>
      </w:r>
      <w:proofErr w:type="spellStart"/>
      <w:r w:rsidRPr="0E178144" w:rsidR="00BF2554">
        <w:rPr>
          <w:rFonts w:ascii="Arial" w:hAnsi="Arial" w:eastAsia="Times New Roman" w:cs="Arial"/>
          <w:lang w:val="de-CH" w:bidi="ar-SA"/>
        </w:rPr>
        <w:t>GelCoat</w:t>
      </w:r>
      <w:proofErr w:type="spellEnd"/>
      <w:r w:rsidRPr="0E178144" w:rsidR="00BF2554">
        <w:rPr>
          <w:rFonts w:ascii="Arial" w:hAnsi="Arial" w:eastAsia="Times New Roman" w:cs="Arial"/>
          <w:lang w:val="de-CH" w:bidi="ar-SA"/>
        </w:rPr>
        <w:t xml:space="preserve"> – einer dünnen Schicht aus Polyesterharz </w:t>
      </w:r>
      <w:r w:rsidRPr="0E178144" w:rsidR="00BF2554">
        <w:rPr>
          <w:rFonts w:ascii="Arial" w:hAnsi="Arial" w:eastAsia="Times New Roman" w:cs="Arial"/>
          <w:lang w:val="de-CH" w:bidi="ar-SA"/>
        </w:rPr>
        <w:t>–</w:t>
      </w:r>
      <w:r w:rsidRPr="0E178144" w:rsidR="00BF2554">
        <w:rPr>
          <w:rFonts w:ascii="Arial" w:hAnsi="Arial" w:eastAsia="Times New Roman" w:cs="Arial"/>
          <w:lang w:val="de-CH" w:bidi="ar-SA"/>
        </w:rPr>
        <w:t xml:space="preserve"> </w:t>
      </w:r>
      <w:r w:rsidRPr="0E178144" w:rsidR="54351E7B">
        <w:rPr>
          <w:rFonts w:ascii="Arial" w:hAnsi="Arial" w:eastAsia="Times New Roman" w:cs="Arial"/>
          <w:lang w:val="de-CH" w:bidi="ar-SA"/>
        </w:rPr>
        <w:t>ü</w:t>
      </w:r>
      <w:r w:rsidRPr="0E178144" w:rsidR="00BF2554">
        <w:rPr>
          <w:rFonts w:ascii="Arial" w:hAnsi="Arial" w:eastAsia="Times New Roman" w:cs="Arial"/>
          <w:lang w:val="de-CH" w:bidi="ar-SA"/>
        </w:rPr>
        <w:t>berzogen</w:t>
      </w:r>
      <w:r w:rsidRPr="0E178144" w:rsidR="00BF2554">
        <w:rPr>
          <w:rFonts w:ascii="Arial" w:hAnsi="Arial" w:eastAsia="Times New Roman" w:cs="Arial"/>
          <w:lang w:val="de-CH" w:bidi="ar-SA"/>
        </w:rPr>
        <w:t>, fühlt si</w:t>
      </w:r>
      <w:r w:rsidRPr="0E178144" w:rsidR="00BF2554">
        <w:rPr>
          <w:lang w:val="de-CH" w:bidi="ar-SA"/>
        </w:rPr>
        <w:t xml:space="preserve">ch Steinharz nicht nur sehr angenehm an, es ist darüber hinaus auch weitgehend fleckenunempfindlich und sehr </w:t>
      </w:r>
      <w:r w:rsidRPr="0E178144" w:rsidR="00BF2554">
        <w:rPr>
          <w:lang w:val="de-CH" w:bidi="ar-SA"/>
        </w:rPr>
        <w:t>widerstandsfähig.</w:t>
      </w:r>
      <w:r w:rsidRPr="0E178144" w:rsidR="00BF2554">
        <w:rPr>
          <w:lang w:val="de-CH" w:bidi="ar-SA"/>
        </w:rPr>
        <w:t xml:space="preserve"> Die </w:t>
      </w:r>
      <w:r w:rsidRPr="0E178144" w:rsidR="00BF2554">
        <w:rPr>
          <w:lang w:val="de-CH" w:bidi="ar-SA"/>
        </w:rPr>
        <w:t xml:space="preserve">Reinigung des Duschablaufs wird bei Geberit </w:t>
      </w:r>
      <w:proofErr w:type="spellStart"/>
      <w:r w:rsidRPr="0E178144" w:rsidR="00BF2554">
        <w:rPr>
          <w:lang w:val="de-CH" w:bidi="ar-SA"/>
        </w:rPr>
        <w:t>Olona</w:t>
      </w:r>
      <w:proofErr w:type="spellEnd"/>
      <w:r w:rsidRPr="0E178144" w:rsidR="00BF2554">
        <w:rPr>
          <w:lang w:val="de-CH" w:bidi="ar-SA"/>
        </w:rPr>
        <w:t xml:space="preserve"> durch einen Kammeinsatz erleichtert. Unterhalb des Ablaufdeckels befestigt, lässt er sich mit einem einfachen Handgriff entfernen und von Rückständen befreien. </w:t>
      </w:r>
      <w:r w:rsidR="00BF2554">
        <w:rPr/>
        <w:t xml:space="preserve">Doch nicht nur der Ablauf, auch die Duschfläche punktet mit durchdachten Funktionen. Bei Geberit </w:t>
      </w:r>
      <w:proofErr w:type="spellStart"/>
      <w:r w:rsidR="00BF2554">
        <w:rPr/>
        <w:t>Olona</w:t>
      </w:r>
      <w:proofErr w:type="spellEnd"/>
      <w:r w:rsidR="00BF2554">
        <w:rPr/>
        <w:t xml:space="preserve"> gibt es keine verdeckten Kanten, an denen sich Schmutz oder Ablagerungen ansammeln können</w:t>
      </w:r>
      <w:r w:rsidRPr="0E178144" w:rsidR="00BF2554">
        <w:rPr>
          <w:lang w:val="de-CH" w:bidi="ar-SA"/>
        </w:rPr>
        <w:t xml:space="preserve">. Dadurch kann die Duschfläche unterbrechungsfrei zusammen mit dem Fußboden gewischt werden. </w:t>
      </w:r>
    </w:p>
    <w:p w:rsidRPr="003077FB" w:rsidR="00A22C80" w:rsidP="00851DAF" w:rsidRDefault="00A22C80" w14:paraId="53A88CB3" w14:textId="77777777">
      <w:pPr>
        <w:pStyle w:val="Untertitel"/>
        <w:rPr>
          <w:lang w:val="de-CH"/>
        </w:rPr>
      </w:pPr>
    </w:p>
    <w:p w:rsidRPr="008652DE" w:rsidR="00A22C80" w:rsidP="00851DAF" w:rsidRDefault="00B66473" w14:paraId="042A8AE5" w14:textId="7D1038ED">
      <w:pPr>
        <w:pStyle w:val="Untertitel"/>
      </w:pPr>
      <w:r w:rsidRPr="008652DE">
        <w:lastRenderedPageBreak/>
        <w:t>Bildmaterial</w:t>
      </w:r>
      <w:r w:rsidR="000C1A34">
        <w:br/>
      </w:r>
    </w:p>
    <w:tbl>
      <w:tblPr>
        <w:tblStyle w:val="Tabellenraster"/>
        <w:tblW w:w="9494" w:type="dxa"/>
        <w:tblInd w:w="108"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ook w:val="04A0" w:firstRow="1" w:lastRow="0" w:firstColumn="1" w:lastColumn="0" w:noHBand="0" w:noVBand="1"/>
      </w:tblPr>
      <w:tblGrid>
        <w:gridCol w:w="4747"/>
        <w:gridCol w:w="4747"/>
      </w:tblGrid>
      <w:tr w:rsidRPr="008652DE" w:rsidR="00D35EEA" w:rsidTr="3899B0FD" w14:paraId="5EFC2DDA" w14:textId="77777777">
        <w:trPr>
          <w:trHeight w:val="2411"/>
        </w:trPr>
        <w:tc>
          <w:tcPr>
            <w:tcW w:w="4747" w:type="dxa"/>
            <w:tcMar/>
          </w:tcPr>
          <w:p w:rsidRPr="008652DE" w:rsidR="00D35EEA" w:rsidP="006972AA" w:rsidRDefault="00902A77" w14:paraId="28BCA1E6" w14:textId="2F082A73">
            <w:pPr>
              <w:rPr>
                <w:noProof/>
                <w:lang w:eastAsia="de-DE"/>
              </w:rPr>
            </w:pPr>
            <w:r w:rsidRPr="00271053">
              <w:rPr>
                <w:rFonts w:eastAsia="Arial"/>
                <w:noProof/>
                <w:szCs w:val="20"/>
                <w:lang w:val="de-CH"/>
              </w:rPr>
              <w:drawing>
                <wp:anchor distT="0" distB="0" distL="114300" distR="114300" simplePos="0" relativeHeight="251658240" behindDoc="0" locked="0" layoutInCell="1" allowOverlap="1" wp14:anchorId="67514D59" wp14:editId="35114BCA">
                  <wp:simplePos x="0" y="0"/>
                  <wp:positionH relativeFrom="margin">
                    <wp:posOffset>-635</wp:posOffset>
                  </wp:positionH>
                  <wp:positionV relativeFrom="paragraph">
                    <wp:posOffset>4445</wp:posOffset>
                  </wp:positionV>
                  <wp:extent cx="996950" cy="1407160"/>
                  <wp:effectExtent l="0" t="0" r="0" b="2540"/>
                  <wp:wrapNone/>
                  <wp:docPr id="10" name="Grafik 9">
                    <a:extLst xmlns:a="http://schemas.openxmlformats.org/drawingml/2006/main">
                      <a:ext uri="{FF2B5EF4-FFF2-40B4-BE49-F238E27FC236}">
                        <a16:creationId xmlns:a16="http://schemas.microsoft.com/office/drawing/2014/main" id="{F69F2E07-B80A-4323-9757-861E151DC705}"/>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rafik 9">
                            <a:extLst>
                              <a:ext uri="{FF2B5EF4-FFF2-40B4-BE49-F238E27FC236}">
                                <a16:creationId xmlns:a16="http://schemas.microsoft.com/office/drawing/2014/main" id="{F69F2E07-B80A-4323-9757-861E151DC705}"/>
                              </a:ext>
                            </a:extLst>
                          </pic:cNvPr>
                          <pic:cNvPicPr>
                            <a:picLocks noChangeAspect="1"/>
                          </pic:cNvPicPr>
                        </pic:nvPicPr>
                        <pic:blipFill>
                          <a:blip r:embed="rId11" cstate="print">
                            <a:extLst>
                              <a:ext uri="{28A0092B-C50C-407E-A947-70E740481C1C}">
                                <a14:useLocalDpi xmlns:a14="http://schemas.microsoft.com/office/drawing/2010/main" val="0"/>
                              </a:ext>
                            </a:extLst>
                          </a:blip>
                          <a:stretch>
                            <a:fillRect/>
                          </a:stretch>
                        </pic:blipFill>
                        <pic:spPr>
                          <a:xfrm>
                            <a:off x="0" y="0"/>
                            <a:ext cx="996950" cy="1407160"/>
                          </a:xfrm>
                          <a:prstGeom prst="rect">
                            <a:avLst/>
                          </a:prstGeom>
                        </pic:spPr>
                      </pic:pic>
                    </a:graphicData>
                  </a:graphic>
                  <wp14:sizeRelH relativeFrom="page">
                    <wp14:pctWidth>0</wp14:pctWidth>
                  </wp14:sizeRelH>
                  <wp14:sizeRelV relativeFrom="page">
                    <wp14:pctHeight>0</wp14:pctHeight>
                  </wp14:sizeRelV>
                </wp:anchor>
              </w:drawing>
            </w:r>
          </w:p>
        </w:tc>
        <w:tc>
          <w:tcPr>
            <w:tcW w:w="4747" w:type="dxa"/>
            <w:tcMar/>
          </w:tcPr>
          <w:p w:rsidRPr="008652DE" w:rsidR="00D35EEA" w:rsidP="00B66473" w:rsidRDefault="00D35EEA" w14:paraId="679BCC5E" w14:textId="37F84B4B">
            <w:pPr>
              <w:rPr>
                <w:b/>
                <w:color w:val="000000"/>
                <w:lang w:val="de-CH" w:eastAsia="ar-SA"/>
              </w:rPr>
            </w:pPr>
            <w:r w:rsidRPr="008652DE">
              <w:rPr>
                <w:b/>
                <w:color w:val="000000"/>
                <w:lang w:val="de-CH" w:eastAsia="ar-SA"/>
              </w:rPr>
              <w:t>[Geberit_</w:t>
            </w:r>
            <w:r w:rsidR="00902A77">
              <w:rPr>
                <w:b/>
                <w:color w:val="000000"/>
                <w:lang w:val="de-CH" w:eastAsia="ar-SA"/>
              </w:rPr>
              <w:t>Olona_Milieu</w:t>
            </w:r>
            <w:r w:rsidRPr="008652DE">
              <w:rPr>
                <w:rFonts w:eastAsia="MS Mincho"/>
                <w:b/>
                <w:lang w:val="de-CH" w:eastAsia="ar-SA"/>
              </w:rPr>
              <w:t>.jpg</w:t>
            </w:r>
            <w:r w:rsidRPr="008652DE">
              <w:rPr>
                <w:b/>
                <w:color w:val="000000"/>
                <w:lang w:val="de-CH" w:eastAsia="ar-SA"/>
              </w:rPr>
              <w:t>]</w:t>
            </w:r>
            <w:r w:rsidRPr="008652DE">
              <w:rPr>
                <w:b/>
                <w:color w:val="000000"/>
                <w:lang w:val="de-CH" w:eastAsia="ar-SA"/>
              </w:rPr>
              <w:br/>
            </w:r>
            <w:r w:rsidR="00902A77">
              <w:rPr>
                <w:rFonts w:eastAsia="Arial"/>
                <w:szCs w:val="20"/>
                <w:lang w:val="de-CH"/>
              </w:rPr>
              <w:t>Die neue Duschfläche G</w:t>
            </w:r>
            <w:r w:rsidRPr="004C4D46" w:rsidR="00902A77">
              <w:rPr>
                <w:rFonts w:eastAsia="Arial"/>
                <w:szCs w:val="20"/>
                <w:lang w:val="de-CH"/>
              </w:rPr>
              <w:t xml:space="preserve">eberit </w:t>
            </w:r>
            <w:proofErr w:type="spellStart"/>
            <w:r w:rsidRPr="004C4D46" w:rsidR="00902A77">
              <w:rPr>
                <w:rFonts w:eastAsia="Arial"/>
                <w:szCs w:val="20"/>
                <w:lang w:val="de-CH"/>
              </w:rPr>
              <w:t>Olona</w:t>
            </w:r>
            <w:proofErr w:type="spellEnd"/>
            <w:r w:rsidRPr="004C4D46" w:rsidR="00902A77">
              <w:rPr>
                <w:rFonts w:eastAsia="Arial"/>
                <w:szCs w:val="20"/>
                <w:lang w:val="de-CH"/>
              </w:rPr>
              <w:t xml:space="preserve"> ist </w:t>
            </w:r>
            <w:r w:rsidR="0015686A">
              <w:rPr>
                <w:rFonts w:eastAsia="Arial"/>
                <w:szCs w:val="20"/>
                <w:lang w:val="de-CH"/>
              </w:rPr>
              <w:t xml:space="preserve">ab 1. April 2021 </w:t>
            </w:r>
            <w:r w:rsidRPr="004C4D46" w:rsidR="00902A77">
              <w:rPr>
                <w:rFonts w:eastAsia="Arial"/>
                <w:szCs w:val="20"/>
                <w:lang w:val="de-CH"/>
              </w:rPr>
              <w:t xml:space="preserve">in </w:t>
            </w:r>
            <w:r w:rsidR="0015686A">
              <w:rPr>
                <w:rFonts w:eastAsia="Arial"/>
                <w:szCs w:val="20"/>
                <w:lang w:val="de-CH"/>
              </w:rPr>
              <w:t xml:space="preserve">insgesamt </w:t>
            </w:r>
            <w:r w:rsidRPr="00CC25AC" w:rsidR="00CC25AC">
              <w:rPr>
                <w:rFonts w:eastAsia="Arial"/>
                <w:szCs w:val="20"/>
                <w:lang w:val="de-CH"/>
              </w:rPr>
              <w:t>2</w:t>
            </w:r>
            <w:r w:rsidR="00CC25AC">
              <w:rPr>
                <w:rFonts w:eastAsia="Arial"/>
                <w:szCs w:val="20"/>
                <w:lang w:val="de-CH"/>
              </w:rPr>
              <w:t xml:space="preserve">0 </w:t>
            </w:r>
            <w:r w:rsidR="0015686A">
              <w:rPr>
                <w:rFonts w:eastAsia="Arial"/>
                <w:szCs w:val="20"/>
                <w:lang w:val="de-CH"/>
              </w:rPr>
              <w:t>unterschiedlichen G</w:t>
            </w:r>
            <w:r w:rsidRPr="004C4D46" w:rsidR="0015686A">
              <w:rPr>
                <w:rFonts w:eastAsia="Arial"/>
                <w:szCs w:val="20"/>
                <w:lang w:val="de-CH"/>
              </w:rPr>
              <w:t>rö</w:t>
            </w:r>
            <w:r w:rsidR="0015686A">
              <w:rPr>
                <w:rFonts w:eastAsia="Arial"/>
                <w:szCs w:val="20"/>
                <w:lang w:val="de-CH"/>
              </w:rPr>
              <w:t>ß</w:t>
            </w:r>
            <w:r w:rsidRPr="004C4D46" w:rsidR="0015686A">
              <w:rPr>
                <w:rFonts w:eastAsia="Arial"/>
                <w:szCs w:val="20"/>
                <w:lang w:val="de-CH"/>
              </w:rPr>
              <w:t xml:space="preserve">en </w:t>
            </w:r>
            <w:r w:rsidRPr="004C4D46" w:rsidR="00902A77">
              <w:rPr>
                <w:rFonts w:eastAsia="Arial"/>
                <w:szCs w:val="20"/>
                <w:lang w:val="de-CH"/>
              </w:rPr>
              <w:t>erhältlich</w:t>
            </w:r>
            <w:r w:rsidR="0015686A">
              <w:rPr>
                <w:rFonts w:eastAsia="Arial"/>
                <w:szCs w:val="20"/>
                <w:lang w:val="de-CH"/>
              </w:rPr>
              <w:t>. Als bodenebene Einbaulösung im mittleren Preissegment</w:t>
            </w:r>
            <w:r w:rsidR="00902A77">
              <w:rPr>
                <w:rFonts w:eastAsia="Arial"/>
                <w:szCs w:val="20"/>
                <w:lang w:val="de-CH"/>
              </w:rPr>
              <w:t xml:space="preserve"> </w:t>
            </w:r>
            <w:r w:rsidR="0015686A">
              <w:rPr>
                <w:rFonts w:eastAsia="Arial"/>
                <w:szCs w:val="20"/>
                <w:lang w:val="de-CH"/>
              </w:rPr>
              <w:t xml:space="preserve">fügt sie sich </w:t>
            </w:r>
            <w:r w:rsidR="00223F79">
              <w:rPr>
                <w:rFonts w:eastAsia="Arial"/>
                <w:szCs w:val="20"/>
                <w:lang w:val="de-CH"/>
              </w:rPr>
              <w:t xml:space="preserve">ideal </w:t>
            </w:r>
            <w:r w:rsidR="0015686A">
              <w:rPr>
                <w:rFonts w:eastAsia="Arial"/>
                <w:szCs w:val="20"/>
                <w:lang w:val="de-CH"/>
              </w:rPr>
              <w:t xml:space="preserve">in </w:t>
            </w:r>
            <w:r w:rsidR="00902A77">
              <w:rPr>
                <w:rFonts w:eastAsia="Arial"/>
                <w:szCs w:val="20"/>
                <w:lang w:val="de-CH"/>
              </w:rPr>
              <w:t xml:space="preserve">kleine </w:t>
            </w:r>
            <w:r w:rsidR="00223F79">
              <w:rPr>
                <w:rFonts w:eastAsia="Arial"/>
                <w:szCs w:val="20"/>
                <w:lang w:val="de-CH"/>
              </w:rPr>
              <w:t>und</w:t>
            </w:r>
            <w:r w:rsidR="0015686A">
              <w:rPr>
                <w:rFonts w:eastAsia="Arial"/>
                <w:szCs w:val="20"/>
                <w:lang w:val="de-CH"/>
              </w:rPr>
              <w:t xml:space="preserve"> </w:t>
            </w:r>
            <w:r w:rsidR="00902A77">
              <w:rPr>
                <w:rFonts w:eastAsia="Arial"/>
                <w:szCs w:val="20"/>
                <w:lang w:val="de-CH"/>
              </w:rPr>
              <w:t xml:space="preserve">große </w:t>
            </w:r>
            <w:r w:rsidR="0015686A">
              <w:rPr>
                <w:rFonts w:eastAsia="Arial"/>
                <w:szCs w:val="20"/>
                <w:lang w:val="de-CH"/>
              </w:rPr>
              <w:t>Privat</w:t>
            </w:r>
            <w:r w:rsidR="00223F79">
              <w:rPr>
                <w:rFonts w:eastAsia="Arial"/>
                <w:szCs w:val="20"/>
                <w:lang w:val="de-CH"/>
              </w:rPr>
              <w:t>bäder</w:t>
            </w:r>
            <w:r w:rsidR="0015686A">
              <w:rPr>
                <w:rFonts w:eastAsia="Arial"/>
                <w:szCs w:val="20"/>
                <w:lang w:val="de-CH"/>
              </w:rPr>
              <w:t xml:space="preserve"> ein</w:t>
            </w:r>
            <w:r w:rsidR="00902A77">
              <w:rPr>
                <w:noProof/>
                <w:color w:val="000000"/>
                <w:szCs w:val="20"/>
                <w:lang w:val="de-CH"/>
              </w:rPr>
              <w:t>.</w:t>
            </w:r>
            <w:r w:rsidRPr="008652DE">
              <w:rPr>
                <w:color w:val="000000"/>
                <w:lang w:val="de-CH" w:eastAsia="ar-SA"/>
              </w:rPr>
              <w:br/>
            </w:r>
            <w:r w:rsidRPr="008652DE">
              <w:rPr>
                <w:color w:val="000000"/>
                <w:lang w:val="de-CH" w:eastAsia="ar-SA"/>
              </w:rPr>
              <w:t>Foto: Geberit</w:t>
            </w:r>
          </w:p>
        </w:tc>
      </w:tr>
      <w:tr w:rsidRPr="008652DE" w:rsidR="003A370C" w:rsidTr="3899B0FD" w14:paraId="19B39784" w14:textId="77777777">
        <w:trPr>
          <w:trHeight w:val="2411"/>
        </w:trPr>
        <w:tc>
          <w:tcPr>
            <w:tcW w:w="4747" w:type="dxa"/>
            <w:tcMar/>
          </w:tcPr>
          <w:p w:rsidRPr="008652DE" w:rsidR="003A370C" w:rsidP="006972AA" w:rsidRDefault="00902A77" w14:paraId="471CCE84" w14:textId="1EF80BDC">
            <w:pPr>
              <w:rPr>
                <w:noProof/>
                <w:lang w:eastAsia="de-DE"/>
              </w:rPr>
            </w:pPr>
            <w:r w:rsidRPr="00996B34">
              <w:rPr>
                <w:noProof/>
              </w:rPr>
              <w:drawing>
                <wp:anchor distT="0" distB="0" distL="114300" distR="114300" simplePos="0" relativeHeight="251658241" behindDoc="0" locked="0" layoutInCell="1" allowOverlap="1" wp14:anchorId="2CEBC29A" wp14:editId="05BB75EA">
                  <wp:simplePos x="0" y="0"/>
                  <wp:positionH relativeFrom="margin">
                    <wp:posOffset>-635</wp:posOffset>
                  </wp:positionH>
                  <wp:positionV relativeFrom="paragraph">
                    <wp:posOffset>635</wp:posOffset>
                  </wp:positionV>
                  <wp:extent cx="1561606" cy="879600"/>
                  <wp:effectExtent l="0" t="0" r="635" b="0"/>
                  <wp:wrapNone/>
                  <wp:docPr id="8" name="Picture 7">
                    <a:extLst xmlns:a="http://schemas.openxmlformats.org/drawingml/2006/main">
                      <a:ext uri="{FF2B5EF4-FFF2-40B4-BE49-F238E27FC236}">
                        <a16:creationId xmlns:a16="http://schemas.microsoft.com/office/drawing/2014/main" id="{753663FB-9B4E-45A6-BD8F-F95219B25746}"/>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7">
                            <a:extLst>
                              <a:ext uri="{FF2B5EF4-FFF2-40B4-BE49-F238E27FC236}">
                                <a16:creationId xmlns:a16="http://schemas.microsoft.com/office/drawing/2014/main" id="{753663FB-9B4E-45A6-BD8F-F95219B25746}"/>
                              </a:ext>
                            </a:extLst>
                          </pic:cNvPr>
                          <pic:cNvPicPr>
                            <a:picLocks noChangeAspect="1"/>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561606" cy="879600"/>
                          </a:xfrm>
                          <a:prstGeom prst="rect">
                            <a:avLst/>
                          </a:prstGeom>
                        </pic:spPr>
                      </pic:pic>
                    </a:graphicData>
                  </a:graphic>
                  <wp14:sizeRelH relativeFrom="page">
                    <wp14:pctWidth>0</wp14:pctWidth>
                  </wp14:sizeRelH>
                  <wp14:sizeRelV relativeFrom="page">
                    <wp14:pctHeight>0</wp14:pctHeight>
                  </wp14:sizeRelV>
                </wp:anchor>
              </w:drawing>
            </w:r>
          </w:p>
        </w:tc>
        <w:tc>
          <w:tcPr>
            <w:tcW w:w="4747" w:type="dxa"/>
            <w:tcMar/>
          </w:tcPr>
          <w:p w:rsidRPr="008652DE" w:rsidR="003A370C" w:rsidP="00B66473" w:rsidRDefault="003A370C" w14:paraId="372B7851" w14:textId="35BA812C">
            <w:pPr>
              <w:rPr>
                <w:b/>
                <w:color w:val="000000"/>
                <w:lang w:val="de-CH" w:eastAsia="ar-SA"/>
              </w:rPr>
            </w:pPr>
            <w:r w:rsidRPr="008652DE">
              <w:rPr>
                <w:b/>
                <w:color w:val="000000"/>
                <w:lang w:val="de-CH" w:eastAsia="ar-SA"/>
              </w:rPr>
              <w:t>[Geberit_</w:t>
            </w:r>
            <w:r w:rsidR="00902A77">
              <w:rPr>
                <w:b/>
                <w:color w:val="000000"/>
                <w:lang w:val="de-CH" w:eastAsia="ar-SA"/>
              </w:rPr>
              <w:t>Olona_Detail</w:t>
            </w:r>
            <w:r w:rsidRPr="008652DE">
              <w:rPr>
                <w:rFonts w:eastAsia="MS Mincho"/>
                <w:b/>
                <w:lang w:val="de-CH" w:eastAsia="ar-SA"/>
              </w:rPr>
              <w:t>.jpg</w:t>
            </w:r>
            <w:r w:rsidRPr="008652DE">
              <w:rPr>
                <w:b/>
                <w:color w:val="000000"/>
                <w:lang w:val="de-CH" w:eastAsia="ar-SA"/>
              </w:rPr>
              <w:t>]</w:t>
            </w:r>
            <w:r w:rsidRPr="008652DE" w:rsidR="00B66473">
              <w:rPr>
                <w:color w:val="000000"/>
                <w:lang w:val="de-CH" w:eastAsia="ar-SA"/>
              </w:rPr>
              <w:br/>
            </w:r>
            <w:r w:rsidR="00902A77">
              <w:rPr>
                <w:szCs w:val="20"/>
                <w:lang w:val="de-CH"/>
              </w:rPr>
              <w:t xml:space="preserve">Der Ablaufdeckel der </w:t>
            </w:r>
            <w:r w:rsidR="00902A77">
              <w:rPr>
                <w:rFonts w:eastAsia="Arial"/>
                <w:szCs w:val="20"/>
                <w:lang w:val="de-CH"/>
              </w:rPr>
              <w:t>Duschfläche</w:t>
            </w:r>
            <w:r w:rsidRPr="004C4D46" w:rsidR="00902A77">
              <w:rPr>
                <w:rFonts w:eastAsia="Arial"/>
                <w:szCs w:val="20"/>
                <w:lang w:val="de-CH"/>
              </w:rPr>
              <w:t xml:space="preserve"> </w:t>
            </w:r>
            <w:r w:rsidR="00902A77">
              <w:rPr>
                <w:szCs w:val="20"/>
                <w:lang w:val="de-CH"/>
              </w:rPr>
              <w:t xml:space="preserve">Geberit </w:t>
            </w:r>
            <w:proofErr w:type="spellStart"/>
            <w:r w:rsidR="00902A77">
              <w:rPr>
                <w:szCs w:val="20"/>
                <w:lang w:val="de-CH"/>
              </w:rPr>
              <w:t>Olona</w:t>
            </w:r>
            <w:proofErr w:type="spellEnd"/>
            <w:r w:rsidR="00902A77">
              <w:rPr>
                <w:szCs w:val="20"/>
                <w:lang w:val="de-CH"/>
              </w:rPr>
              <w:t xml:space="preserve"> wird von einem schmalen Chromring umfasst.</w:t>
            </w:r>
            <w:r w:rsidR="0015686A">
              <w:rPr>
                <w:szCs w:val="20"/>
                <w:lang w:val="de-CH"/>
              </w:rPr>
              <w:t xml:space="preserve"> Das verleiht </w:t>
            </w:r>
            <w:r w:rsidR="00842311">
              <w:rPr>
                <w:szCs w:val="20"/>
                <w:lang w:val="de-CH"/>
              </w:rPr>
              <w:t xml:space="preserve">ihm </w:t>
            </w:r>
            <w:r w:rsidR="0015686A">
              <w:rPr>
                <w:szCs w:val="20"/>
                <w:lang w:val="de-CH"/>
              </w:rPr>
              <w:t>einen scheinbar schwebenden Ei</w:t>
            </w:r>
            <w:r w:rsidR="003F034A">
              <w:rPr>
                <w:szCs w:val="20"/>
                <w:lang w:val="de-CH"/>
              </w:rPr>
              <w:t>n</w:t>
            </w:r>
            <w:r w:rsidR="0015686A">
              <w:rPr>
                <w:szCs w:val="20"/>
                <w:lang w:val="de-CH"/>
              </w:rPr>
              <w:t>druck</w:t>
            </w:r>
            <w:r w:rsidR="003F034A">
              <w:rPr>
                <w:szCs w:val="20"/>
                <w:lang w:val="de-CH"/>
              </w:rPr>
              <w:t>.</w:t>
            </w:r>
            <w:r w:rsidR="00902A77">
              <w:rPr>
                <w:szCs w:val="20"/>
                <w:lang w:val="de-CH"/>
              </w:rPr>
              <w:br/>
            </w:r>
            <w:r w:rsidRPr="008652DE">
              <w:rPr>
                <w:color w:val="000000"/>
                <w:lang w:val="de-CH" w:eastAsia="ar-SA"/>
              </w:rPr>
              <w:t>Foto: Geberit</w:t>
            </w:r>
          </w:p>
        </w:tc>
      </w:tr>
    </w:tbl>
    <w:p w:rsidR="00461BAF" w:rsidP="00085424" w:rsidRDefault="00461BAF" w14:paraId="778A82D7" w14:textId="77777777">
      <w:pPr>
        <w:spacing w:after="0" w:line="240" w:lineRule="auto"/>
        <w:rPr>
          <w:rStyle w:val="Fett"/>
          <w:b/>
        </w:rPr>
      </w:pPr>
    </w:p>
    <w:p w:rsidR="00CC7B48" w:rsidP="00085424" w:rsidRDefault="00CC7B48" w14:paraId="49E87DCA" w14:textId="77777777">
      <w:pPr>
        <w:spacing w:after="0" w:line="240" w:lineRule="auto"/>
        <w:rPr>
          <w:rStyle w:val="Fett"/>
          <w:b/>
        </w:rPr>
      </w:pPr>
    </w:p>
    <w:p w:rsidR="000C1A34" w:rsidP="00085424" w:rsidRDefault="000C1A34" w14:paraId="22D462C1" w14:textId="77777777">
      <w:pPr>
        <w:spacing w:after="0" w:line="240" w:lineRule="auto"/>
        <w:rPr>
          <w:rStyle w:val="Fett"/>
          <w:b/>
        </w:rPr>
      </w:pPr>
    </w:p>
    <w:p w:rsidR="000C1A34" w:rsidP="00085424" w:rsidRDefault="000C1A34" w14:paraId="6AE89CA9" w14:textId="77777777">
      <w:pPr>
        <w:spacing w:after="0" w:line="240" w:lineRule="auto"/>
        <w:rPr>
          <w:rStyle w:val="Fett"/>
          <w:b/>
        </w:rPr>
      </w:pPr>
    </w:p>
    <w:p w:rsidR="000C1A34" w:rsidP="00085424" w:rsidRDefault="000C1A34" w14:paraId="73EE67B2" w14:textId="77777777">
      <w:pPr>
        <w:spacing w:after="0" w:line="240" w:lineRule="auto"/>
        <w:rPr>
          <w:rStyle w:val="Fett"/>
          <w:b/>
        </w:rPr>
      </w:pPr>
    </w:p>
    <w:p w:rsidRPr="00CC6242" w:rsidR="008D397A" w:rsidP="00085424" w:rsidRDefault="00CC6242" w14:paraId="32B2EA99" w14:textId="05C7C58F">
      <w:pPr>
        <w:spacing w:after="0" w:line="240" w:lineRule="auto"/>
        <w:rPr>
          <w:rStyle w:val="Fett"/>
          <w:b/>
        </w:rPr>
      </w:pPr>
      <w:r w:rsidRPr="00CC6242">
        <w:rPr>
          <w:rStyle w:val="Fett"/>
          <w:b/>
        </w:rPr>
        <w:t>Weitere Auskünfte erteilt:</w:t>
      </w:r>
    </w:p>
    <w:p w:rsidRPr="00CC6242" w:rsidR="00F02A16" w:rsidP="00055A5C" w:rsidRDefault="00CC6242" w14:paraId="63280DF3" w14:textId="1F0B166C">
      <w:pPr>
        <w:pStyle w:val="Boilerpatebold"/>
        <w:rPr>
          <w:rStyle w:val="Fett"/>
          <w:b w:val="0"/>
        </w:rPr>
      </w:pPr>
      <w:r w:rsidRPr="00152863">
        <w:rPr>
          <w:rStyle w:val="Fett"/>
          <w:b w:val="0"/>
          <w:lang w:val="de-CH"/>
        </w:rPr>
        <w:t>Ansel &amp; Möllers GmbH</w:t>
      </w:r>
      <w:r w:rsidRPr="00152863" w:rsidR="00055A5C">
        <w:rPr>
          <w:rStyle w:val="Fett"/>
          <w:b w:val="0"/>
          <w:lang w:val="de-CH"/>
        </w:rPr>
        <w:br/>
      </w:r>
      <w:r w:rsidRPr="00152863">
        <w:rPr>
          <w:rStyle w:val="Fett"/>
          <w:b w:val="0"/>
          <w:lang w:val="de-CH"/>
        </w:rPr>
        <w:t>König-Karl-Straße 10, 70372 Stuttgart</w:t>
      </w:r>
      <w:r w:rsidRPr="00152863" w:rsidR="00AB7E1B">
        <w:rPr>
          <w:rStyle w:val="Fett"/>
          <w:b w:val="0"/>
          <w:lang w:val="de-CH"/>
        </w:rPr>
        <w:br/>
      </w:r>
      <w:r w:rsidR="00223F79">
        <w:rPr>
          <w:rStyle w:val="Fett"/>
          <w:b w:val="0"/>
          <w:lang w:val="de-CH"/>
        </w:rPr>
        <w:t>Leni Zacher, Yvonne Dick</w:t>
      </w:r>
      <w:r w:rsidRPr="00152863" w:rsidR="00AB7E1B">
        <w:rPr>
          <w:rStyle w:val="Fett"/>
          <w:b w:val="0"/>
          <w:lang w:val="de-CH"/>
        </w:rPr>
        <w:br/>
      </w:r>
      <w:r w:rsidRPr="00152863" w:rsidR="00AB7E1B">
        <w:rPr>
          <w:rStyle w:val="Fett"/>
          <w:b w:val="0"/>
          <w:lang w:val="de-CH"/>
        </w:rPr>
        <w:t xml:space="preserve">Tel. </w:t>
      </w:r>
      <w:r w:rsidRPr="00CC6242" w:rsidR="00AB7E1B">
        <w:rPr>
          <w:rStyle w:val="Fett"/>
          <w:b w:val="0"/>
        </w:rPr>
        <w:t>+4</w:t>
      </w:r>
      <w:r w:rsidRPr="00CC6242">
        <w:rPr>
          <w:rStyle w:val="Fett"/>
          <w:b w:val="0"/>
        </w:rPr>
        <w:t>9</w:t>
      </w:r>
      <w:r w:rsidRPr="00CC6242" w:rsidR="00AB7E1B">
        <w:rPr>
          <w:rStyle w:val="Fett"/>
          <w:b w:val="0"/>
        </w:rPr>
        <w:t xml:space="preserve"> (0)</w:t>
      </w:r>
      <w:r w:rsidRPr="00CC6242">
        <w:rPr>
          <w:rStyle w:val="Fett"/>
          <w:b w:val="0"/>
        </w:rPr>
        <w:t>711 92545-1</w:t>
      </w:r>
      <w:r w:rsidR="00223F79">
        <w:rPr>
          <w:rStyle w:val="Fett"/>
          <w:b w:val="0"/>
        </w:rPr>
        <w:t>2</w:t>
      </w:r>
    </w:p>
    <w:p w:rsidRPr="00BF06F3" w:rsidR="00CC6242" w:rsidP="00055A5C" w:rsidRDefault="00CC6242" w14:paraId="740EE9C4" w14:textId="09F67721">
      <w:pPr>
        <w:pStyle w:val="Boilerpatebold"/>
        <w:rPr>
          <w:rStyle w:val="Fett"/>
          <w:b w:val="0"/>
        </w:rPr>
      </w:pPr>
      <w:r w:rsidRPr="00BF06F3">
        <w:rPr>
          <w:rStyle w:val="Fett"/>
          <w:b w:val="0"/>
        </w:rPr>
        <w:t xml:space="preserve">Mail: </w:t>
      </w:r>
      <w:r w:rsidRPr="00BF06F3" w:rsidR="00223F79">
        <w:rPr>
          <w:rStyle w:val="Fett"/>
          <w:b w:val="0"/>
        </w:rPr>
        <w:t>l.zacher</w:t>
      </w:r>
      <w:r w:rsidRPr="00BF06F3" w:rsidR="00D0090B">
        <w:rPr>
          <w:rStyle w:val="Fett"/>
          <w:b w:val="0"/>
        </w:rPr>
        <w:t>@anselmoellers.de</w:t>
      </w:r>
    </w:p>
    <w:p w:rsidRPr="00BF06F3" w:rsidR="00055A5C" w:rsidP="00055A5C" w:rsidRDefault="00055A5C" w14:paraId="32AA1E14" w14:textId="77777777">
      <w:pPr>
        <w:pStyle w:val="Boilerpatebold"/>
        <w:rPr>
          <w:rStyle w:val="Fett"/>
          <w:b w:val="0"/>
          <w:highlight w:val="yellow"/>
        </w:rPr>
      </w:pPr>
    </w:p>
    <w:p w:rsidRPr="00BF06F3" w:rsidR="00431ED9" w:rsidP="00055A5C" w:rsidRDefault="00431ED9" w14:paraId="20E4B2F9" w14:textId="77777777">
      <w:pPr>
        <w:pStyle w:val="Boilerpatebold"/>
        <w:rPr>
          <w:rStyle w:val="Fett"/>
        </w:rPr>
      </w:pPr>
    </w:p>
    <w:p w:rsidRPr="00055A5C" w:rsidR="00AB7E1B" w:rsidP="00055A5C" w:rsidRDefault="00225C5E" w14:paraId="424B40DF" w14:textId="61F547B2" w14:noSpellErr="1">
      <w:pPr>
        <w:pStyle w:val="Boilerpatebold"/>
        <w:rPr>
          <w:rStyle w:val="Fett"/>
        </w:rPr>
      </w:pPr>
      <w:r w:rsidRPr="3899B0FD" w:rsidR="00225C5E">
        <w:rPr>
          <w:rStyle w:val="Fett"/>
        </w:rPr>
        <w:t>Über Geberit</w:t>
      </w:r>
    </w:p>
    <w:p w:rsidR="18EB8425" w:rsidP="3899B0FD" w:rsidRDefault="18EB8425" w14:paraId="75D5BD8E" w14:textId="71CAD2EC">
      <w:pPr>
        <w:spacing w:beforeAutospacing="on" w:afterAutospacing="on" w:line="240" w:lineRule="auto"/>
        <w:rPr>
          <w:rFonts w:ascii="Arial" w:hAnsi="Arial" w:eastAsia="Arial" w:cs="Arial"/>
          <w:b w:val="0"/>
          <w:bCs w:val="0"/>
          <w:i w:val="0"/>
          <w:iCs w:val="0"/>
          <w:noProof w:val="0"/>
          <w:sz w:val="16"/>
          <w:szCs w:val="16"/>
          <w:lang w:val="de-DE"/>
        </w:rPr>
      </w:pPr>
      <w:r w:rsidRPr="3899B0FD" w:rsidR="18EB8425">
        <w:rPr>
          <w:rStyle w:val="normaltextrun"/>
          <w:rFonts w:ascii="Arial" w:hAnsi="Arial" w:eastAsia="Arial" w:cs="Arial"/>
          <w:b w:val="0"/>
          <w:bCs w:val="0"/>
          <w:i w:val="0"/>
          <w:iCs w:val="0"/>
          <w:noProof w:val="0"/>
          <w:sz w:val="16"/>
          <w:szCs w:val="16"/>
          <w:lang w:val="de-CH"/>
        </w:rPr>
        <w:t xml:space="preserve">Die weltweit tätige Geberit Gruppe ist europäischer Marktführer für Sanitärprodukte. Geberit verfügt in den meisten Ländern Europas </w:t>
      </w:r>
      <w:proofErr w:type="gramStart"/>
      <w:r w:rsidRPr="3899B0FD" w:rsidR="18EB8425">
        <w:rPr>
          <w:rStyle w:val="normaltextrun"/>
          <w:rFonts w:ascii="Arial" w:hAnsi="Arial" w:eastAsia="Arial" w:cs="Arial"/>
          <w:b w:val="0"/>
          <w:bCs w:val="0"/>
          <w:i w:val="0"/>
          <w:iCs w:val="0"/>
          <w:noProof w:val="0"/>
          <w:sz w:val="16"/>
          <w:szCs w:val="16"/>
          <w:lang w:val="de-CH"/>
        </w:rPr>
        <w:t>über eine starke lokale Präsenz</w:t>
      </w:r>
      <w:proofErr w:type="gramEnd"/>
      <w:r w:rsidRPr="3899B0FD" w:rsidR="18EB8425">
        <w:rPr>
          <w:rStyle w:val="normaltextrun"/>
          <w:rFonts w:ascii="Arial" w:hAnsi="Arial" w:eastAsia="Arial" w:cs="Arial"/>
          <w:b w:val="0"/>
          <w:bCs w:val="0"/>
          <w:i w:val="0"/>
          <w:iCs w:val="0"/>
          <w:noProof w:val="0"/>
          <w:sz w:val="16"/>
          <w:szCs w:val="16"/>
          <w:lang w:val="de-CH"/>
        </w:rPr>
        <w:t xml:space="preserve"> und kann dadurch sowohl auf dem Gebiet der Sanitärtechnik als auch im Bereich der Badezimmerkeramiken einzigartige Mehrwerte bieten. Die Fertigungskapazitäten umfassen 29 Produktionswerke, davon 6 in Übersee. Der Konzernhauptsitz befindet sich in Rapperswil-Jona in der Schweiz. Mit rund 12 000 Mitarbeitenden in rund 50 Ländern erzielte Geberit 2020 einen Umsatz von CHF 3,0 Milliarden. Die Geberit Aktien sind an der SIX Swiss Exchange kotiert und seit 2012 Bestandteil des SMI (Swiss Market Index).</w:t>
      </w:r>
      <w:r w:rsidRPr="3899B0FD" w:rsidR="18EB8425">
        <w:rPr>
          <w:rStyle w:val="eop"/>
          <w:rFonts w:ascii="Arial" w:hAnsi="Arial" w:eastAsia="Arial" w:cs="Arial"/>
          <w:b w:val="0"/>
          <w:bCs w:val="0"/>
          <w:i w:val="0"/>
          <w:iCs w:val="0"/>
          <w:noProof w:val="0"/>
          <w:sz w:val="16"/>
          <w:szCs w:val="16"/>
          <w:lang w:val="en-US"/>
        </w:rPr>
        <w:t> </w:t>
      </w:r>
    </w:p>
    <w:sectPr w:rsidR="006B47B6" w:rsidSect="00C8424E">
      <w:headerReference w:type="even" r:id="rId16"/>
      <w:headerReference w:type="default" r:id="rId17"/>
      <w:footerReference w:type="even" r:id="rId18"/>
      <w:footerReference w:type="default" r:id="rId19"/>
      <w:headerReference w:type="first" r:id="rId20"/>
      <w:footerReference w:type="first" r:id="rId21"/>
      <w:type w:val="continuous"/>
      <w:pgSz w:w="11906" w:h="16838" w:orient="portrait" w:code="9"/>
      <w:pgMar w:top="560" w:right="851" w:bottom="1400" w:left="1701" w:header="560" w:footer="560" w:gutter="0"/>
      <w:pgNumType w:start="1"/>
      <w:cols w:space="720"/>
      <w:formProt w:val="0"/>
      <w:titlePg/>
    </w:sectPr>
  </w:body>
</w:document>
</file>

<file path=word/commentsExtended.xml><?xml version="1.0" encoding="utf-8"?>
<w15:commentsEx xmlns:mc="http://schemas.openxmlformats.org/markup-compatibility/2006" xmlns:w15="http://schemas.microsoft.com/office/word/2012/wordml" mc:Ignorable="w15"/>
</file>

<file path=word/commentsIds.xml><?xml version="1.0" encoding="utf-8"?>
<w16cid:commentsIds xmlns:mc="http://schemas.openxmlformats.org/markup-compatibility/2006" xmlns:w16cid="http://schemas.microsoft.com/office/word/2016/wordml/cid" mc:Ignorable="w16cid"/>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76F9A" w:rsidP="00C0638B" w:rsidRDefault="00C76F9A" w14:paraId="0C71A590" w14:textId="77777777">
      <w:r>
        <w:separator/>
      </w:r>
    </w:p>
  </w:endnote>
  <w:endnote w:type="continuationSeparator" w:id="0">
    <w:p w:rsidR="00C76F9A" w:rsidP="00C0638B" w:rsidRDefault="00C76F9A" w14:paraId="56EEEFA1" w14:textId="77777777">
      <w:r>
        <w:continuationSeparator/>
      </w:r>
    </w:p>
  </w:endnote>
  <w:endnote w:type="continuationNotice" w:id="1">
    <w:p w:rsidR="00C76F9A" w:rsidRDefault="00C76F9A" w14:paraId="6D0A28B0" w14:textId="7777777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MS Mincho"/>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E36A6" w:rsidRDefault="003E36A6" w14:paraId="5E1CF5EE" w14:textId="77777777">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E36A6" w:rsidP="00C0638B" w:rsidRDefault="003E36A6" w14:paraId="72DC3A9A" w14:textId="0B712D2A">
    <w:pPr>
      <w:pStyle w:val="Fuzeile"/>
    </w:pPr>
    <w:r>
      <w:rPr>
        <w:snapToGrid w:val="0"/>
      </w:rPr>
      <w:fldChar w:fldCharType="begin"/>
    </w:r>
    <w:r>
      <w:rPr>
        <w:snapToGrid w:val="0"/>
      </w:rPr>
      <w:instrText xml:space="preserve"> PAGE </w:instrText>
    </w:r>
    <w:r>
      <w:rPr>
        <w:snapToGrid w:val="0"/>
      </w:rPr>
      <w:fldChar w:fldCharType="separate"/>
    </w:r>
    <w:r w:rsidR="001D4CD2">
      <w:rPr>
        <w:noProof/>
        <w:snapToGrid w:val="0"/>
      </w:rPr>
      <w:t>2</w:t>
    </w:r>
    <w:r>
      <w:rPr>
        <w:snapToGrid w:val="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E36A6" w:rsidRDefault="003E36A6" w14:paraId="3FF08C84" w14:textId="77777777">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76F9A" w:rsidP="00C0638B" w:rsidRDefault="00C76F9A" w14:paraId="385D5307" w14:textId="77777777">
      <w:r>
        <w:separator/>
      </w:r>
    </w:p>
  </w:footnote>
  <w:footnote w:type="continuationSeparator" w:id="0">
    <w:p w:rsidR="00C76F9A" w:rsidP="00C0638B" w:rsidRDefault="00C76F9A" w14:paraId="12D0C62D" w14:textId="77777777">
      <w:r>
        <w:continuationSeparator/>
      </w:r>
    </w:p>
  </w:footnote>
  <w:footnote w:type="continuationNotice" w:id="1">
    <w:p w:rsidR="00C76F9A" w:rsidRDefault="00C76F9A" w14:paraId="7563FB99" w14:textId="7777777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E36A6" w:rsidRDefault="003E36A6" w14:paraId="1528C3AB" w14:textId="77777777">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p14">
  <w:p w:rsidR="003E36A6" w:rsidP="00C0638B" w:rsidRDefault="2E9D66AB" w14:paraId="0C8595F7" w14:textId="00244FC6">
    <w:pPr>
      <w:pStyle w:val="Kopfzeile"/>
    </w:pPr>
    <w:r w:rsidR="3899B0FD">
      <w:rPr/>
      <w:t>MEDIA RELEASE</w:t>
    </w:r>
    <w:r w:rsidR="3899B0FD">
      <w:rPr>
        <w:noProof/>
      </w:rPr>
      <w:t xml:space="preserve"> </w:t>
    </w:r>
    <w:r w:rsidR="003E36A6">
      <w:rPr>
        <w:noProof/>
        <w:lang w:eastAsia="de-DE" w:bidi="ar-SA"/>
      </w:rPr>
      <w:drawing>
        <wp:anchor distT="0" distB="0" distL="114300" distR="114300" simplePos="0" relativeHeight="251658240" behindDoc="0" locked="0" layoutInCell="1" allowOverlap="1" wp14:anchorId="7C004D45" wp14:editId="32A14A80">
          <wp:simplePos x="0" y="0"/>
          <wp:positionH relativeFrom="column">
            <wp:posOffset>4732655</wp:posOffset>
          </wp:positionH>
          <wp:positionV relativeFrom="paragraph">
            <wp:posOffset>0</wp:posOffset>
          </wp:positionV>
          <wp:extent cx="1206500" cy="177800"/>
          <wp:effectExtent l="0" t="0" r="0" b="0"/>
          <wp:wrapTight wrapText="bothSides">
            <wp:wrapPolygon edited="0">
              <wp:start x="0" y="0"/>
              <wp:lineTo x="0" y="18514"/>
              <wp:lineTo x="21145" y="18514"/>
              <wp:lineTo x="21145" y="0"/>
              <wp:lineTo x="0" y="0"/>
            </wp:wrapPolygon>
          </wp:wrapTight>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500" cy="177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3E36A6" w:rsidP="00C0638B" w:rsidRDefault="003E36A6" w14:paraId="7A53CC57" w14:textId="77777777">
    <w:pPr>
      <w:pStyle w:val="Kopfzeile"/>
    </w:pPr>
  </w:p>
  <w:p w:rsidR="003E36A6" w:rsidP="00C0638B" w:rsidRDefault="003E36A6" w14:paraId="3939F970" w14:textId="77777777">
    <w:pPr>
      <w:pStyle w:val="Kopfzeile"/>
    </w:pPr>
  </w:p>
  <w:p w:rsidR="003E36A6" w:rsidP="00C0638B" w:rsidRDefault="003E36A6" w14:paraId="1D10099C" w14:textId="77777777">
    <w:pPr>
      <w:pStyle w:val="Kopfzeile"/>
    </w:pPr>
  </w:p>
  <w:p w:rsidR="003E36A6" w:rsidP="00C0638B" w:rsidRDefault="003E36A6" w14:paraId="6BA002F4" w14:textId="77777777">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p14">
  <w:p w:rsidR="003E36A6" w:rsidP="00C0638B" w:rsidRDefault="003E36A6" w14:paraId="491393C9" w14:textId="27114C82">
    <w:pPr>
      <w:pStyle w:val="Kopfzeile"/>
    </w:pPr>
    <w:r>
      <w:rPr>
        <w:noProof/>
        <w:lang w:eastAsia="de-DE" w:bidi="ar-SA"/>
      </w:rPr>
      <w:drawing>
        <wp:anchor distT="0" distB="0" distL="114300" distR="114300" simplePos="0" relativeHeight="251658241" behindDoc="0" locked="0" layoutInCell="1" allowOverlap="1" wp14:anchorId="254F81A8" wp14:editId="122A7A4F">
          <wp:simplePos x="0" y="0"/>
          <wp:positionH relativeFrom="column">
            <wp:posOffset>4622800</wp:posOffset>
          </wp:positionH>
          <wp:positionV relativeFrom="paragraph">
            <wp:posOffset>-10160</wp:posOffset>
          </wp:positionV>
          <wp:extent cx="1206500" cy="177800"/>
          <wp:effectExtent l="0" t="0" r="12700" b="0"/>
          <wp:wrapTight wrapText="bothSides">
            <wp:wrapPolygon edited="0">
              <wp:start x="0" y="0"/>
              <wp:lineTo x="0" y="18514"/>
              <wp:lineTo x="21373" y="18514"/>
              <wp:lineTo x="21373" y="0"/>
              <wp:lineTo x="0" y="0"/>
            </wp:wrapPolygon>
          </wp:wrapTight>
          <wp:docPr id="2"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500" cy="177800"/>
                  </a:xfrm>
                  <a:prstGeom prst="rect">
                    <a:avLst/>
                  </a:prstGeom>
                  <a:noFill/>
                  <a:ln>
                    <a:noFill/>
                  </a:ln>
                </pic:spPr>
              </pic:pic>
            </a:graphicData>
          </a:graphic>
          <wp14:sizeRelH relativeFrom="page">
            <wp14:pctWidth>0</wp14:pctWidth>
          </wp14:sizeRelH>
          <wp14:sizeRelV relativeFrom="page">
            <wp14:pctHeight>0</wp14:pctHeight>
          </wp14:sizeRelV>
        </wp:anchor>
      </w:drawing>
    </w:r>
    <w:r w:rsidR="3899B0FD">
      <w:rPr>
        <w:noProof/>
        <w:lang w:val="de-CH" w:eastAsia="de-CH" w:bidi="ar-SA"/>
      </w:rPr>
      <w:t>MEDIA</w:t>
    </w:r>
    <w:r w:rsidR="3899B0FD">
      <w:rPr/>
      <w:t xml:space="preserve"> RELEASE</w:t>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9E9A10C6"/>
    <w:lvl w:ilvl="0">
      <w:start w:val="1"/>
      <w:numFmt w:val="bullet"/>
      <w:lvlText w:val=""/>
      <w:lvlJc w:val="left"/>
      <w:pPr>
        <w:tabs>
          <w:tab w:val="num" w:pos="360"/>
        </w:tabs>
        <w:ind w:left="360" w:hanging="360"/>
      </w:pPr>
      <w:rPr>
        <w:rFonts w:hint="default" w:ascii="Symbol" w:hAnsi="Symbol"/>
      </w:rPr>
    </w:lvl>
  </w:abstractNum>
  <w:abstractNum w:abstractNumId="1" w15:restartNumberingAfterBreak="0">
    <w:nsid w:val="06117286"/>
    <w:multiLevelType w:val="hybridMultilevel"/>
    <w:tmpl w:val="7C706B2A"/>
    <w:lvl w:ilvl="0" w:tplc="04070001">
      <w:start w:val="1"/>
      <w:numFmt w:val="bullet"/>
      <w:lvlText w:val=""/>
      <w:lvlJc w:val="left"/>
      <w:pPr>
        <w:ind w:left="720" w:hanging="360"/>
      </w:pPr>
      <w:rPr>
        <w:rFonts w:hint="default" w:ascii="Symbol" w:hAnsi="Symbol"/>
      </w:rPr>
    </w:lvl>
    <w:lvl w:ilvl="1" w:tplc="04070003" w:tentative="1">
      <w:start w:val="1"/>
      <w:numFmt w:val="bullet"/>
      <w:lvlText w:val="o"/>
      <w:lvlJc w:val="left"/>
      <w:pPr>
        <w:ind w:left="1440" w:hanging="360"/>
      </w:pPr>
      <w:rPr>
        <w:rFonts w:hint="default" w:ascii="Courier New" w:hAnsi="Courier New"/>
      </w:rPr>
    </w:lvl>
    <w:lvl w:ilvl="2" w:tplc="04070005" w:tentative="1">
      <w:start w:val="1"/>
      <w:numFmt w:val="bullet"/>
      <w:lvlText w:val=""/>
      <w:lvlJc w:val="left"/>
      <w:pPr>
        <w:ind w:left="2160" w:hanging="360"/>
      </w:pPr>
      <w:rPr>
        <w:rFonts w:hint="default" w:ascii="Wingdings" w:hAnsi="Wingdings"/>
      </w:rPr>
    </w:lvl>
    <w:lvl w:ilvl="3" w:tplc="04070001" w:tentative="1">
      <w:start w:val="1"/>
      <w:numFmt w:val="bullet"/>
      <w:lvlText w:val=""/>
      <w:lvlJc w:val="left"/>
      <w:pPr>
        <w:ind w:left="2880" w:hanging="360"/>
      </w:pPr>
      <w:rPr>
        <w:rFonts w:hint="default" w:ascii="Symbol" w:hAnsi="Symbol"/>
      </w:rPr>
    </w:lvl>
    <w:lvl w:ilvl="4" w:tplc="04070003" w:tentative="1">
      <w:start w:val="1"/>
      <w:numFmt w:val="bullet"/>
      <w:lvlText w:val="o"/>
      <w:lvlJc w:val="left"/>
      <w:pPr>
        <w:ind w:left="3600" w:hanging="360"/>
      </w:pPr>
      <w:rPr>
        <w:rFonts w:hint="default" w:ascii="Courier New" w:hAnsi="Courier New"/>
      </w:rPr>
    </w:lvl>
    <w:lvl w:ilvl="5" w:tplc="04070005" w:tentative="1">
      <w:start w:val="1"/>
      <w:numFmt w:val="bullet"/>
      <w:lvlText w:val=""/>
      <w:lvlJc w:val="left"/>
      <w:pPr>
        <w:ind w:left="4320" w:hanging="360"/>
      </w:pPr>
      <w:rPr>
        <w:rFonts w:hint="default" w:ascii="Wingdings" w:hAnsi="Wingdings"/>
      </w:rPr>
    </w:lvl>
    <w:lvl w:ilvl="6" w:tplc="04070001" w:tentative="1">
      <w:start w:val="1"/>
      <w:numFmt w:val="bullet"/>
      <w:lvlText w:val=""/>
      <w:lvlJc w:val="left"/>
      <w:pPr>
        <w:ind w:left="5040" w:hanging="360"/>
      </w:pPr>
      <w:rPr>
        <w:rFonts w:hint="default" w:ascii="Symbol" w:hAnsi="Symbol"/>
      </w:rPr>
    </w:lvl>
    <w:lvl w:ilvl="7" w:tplc="04070003" w:tentative="1">
      <w:start w:val="1"/>
      <w:numFmt w:val="bullet"/>
      <w:lvlText w:val="o"/>
      <w:lvlJc w:val="left"/>
      <w:pPr>
        <w:ind w:left="5760" w:hanging="360"/>
      </w:pPr>
      <w:rPr>
        <w:rFonts w:hint="default" w:ascii="Courier New" w:hAnsi="Courier New"/>
      </w:rPr>
    </w:lvl>
    <w:lvl w:ilvl="8" w:tplc="04070005" w:tentative="1">
      <w:start w:val="1"/>
      <w:numFmt w:val="bullet"/>
      <w:lvlText w:val=""/>
      <w:lvlJc w:val="left"/>
      <w:pPr>
        <w:ind w:left="6480" w:hanging="360"/>
      </w:pPr>
      <w:rPr>
        <w:rFonts w:hint="default" w:ascii="Wingdings" w:hAnsi="Wingdings"/>
      </w:rPr>
    </w:lvl>
  </w:abstractNum>
  <w:abstractNum w:abstractNumId="2" w15:restartNumberingAfterBreak="0">
    <w:nsid w:val="1BF126F6"/>
    <w:multiLevelType w:val="hybridMultilevel"/>
    <w:tmpl w:val="E7764F38"/>
    <w:lvl w:ilvl="0" w:tplc="837E22C8">
      <w:start w:val="1"/>
      <w:numFmt w:val="bullet"/>
      <w:lvlText w:val="•"/>
      <w:lvlJc w:val="left"/>
      <w:pPr>
        <w:tabs>
          <w:tab w:val="num" w:pos="720"/>
        </w:tabs>
        <w:ind w:left="720" w:hanging="360"/>
      </w:pPr>
      <w:rPr>
        <w:rFonts w:hint="default" w:ascii="Arial" w:hAnsi="Arial"/>
      </w:rPr>
    </w:lvl>
    <w:lvl w:ilvl="1" w:tplc="B478002E">
      <w:start w:val="1"/>
      <w:numFmt w:val="bullet"/>
      <w:lvlText w:val="•"/>
      <w:lvlJc w:val="left"/>
      <w:pPr>
        <w:tabs>
          <w:tab w:val="num" w:pos="1440"/>
        </w:tabs>
        <w:ind w:left="1440" w:hanging="360"/>
      </w:pPr>
      <w:rPr>
        <w:rFonts w:hint="default" w:ascii="Arial" w:hAnsi="Arial"/>
      </w:rPr>
    </w:lvl>
    <w:lvl w:ilvl="2" w:tplc="1CA08CA0" w:tentative="1">
      <w:start w:val="1"/>
      <w:numFmt w:val="bullet"/>
      <w:lvlText w:val="•"/>
      <w:lvlJc w:val="left"/>
      <w:pPr>
        <w:tabs>
          <w:tab w:val="num" w:pos="2160"/>
        </w:tabs>
        <w:ind w:left="2160" w:hanging="360"/>
      </w:pPr>
      <w:rPr>
        <w:rFonts w:hint="default" w:ascii="Arial" w:hAnsi="Arial"/>
      </w:rPr>
    </w:lvl>
    <w:lvl w:ilvl="3" w:tplc="39BC28C6" w:tentative="1">
      <w:start w:val="1"/>
      <w:numFmt w:val="bullet"/>
      <w:lvlText w:val="•"/>
      <w:lvlJc w:val="left"/>
      <w:pPr>
        <w:tabs>
          <w:tab w:val="num" w:pos="2880"/>
        </w:tabs>
        <w:ind w:left="2880" w:hanging="360"/>
      </w:pPr>
      <w:rPr>
        <w:rFonts w:hint="default" w:ascii="Arial" w:hAnsi="Arial"/>
      </w:rPr>
    </w:lvl>
    <w:lvl w:ilvl="4" w:tplc="91C25D92" w:tentative="1">
      <w:start w:val="1"/>
      <w:numFmt w:val="bullet"/>
      <w:lvlText w:val="•"/>
      <w:lvlJc w:val="left"/>
      <w:pPr>
        <w:tabs>
          <w:tab w:val="num" w:pos="3600"/>
        </w:tabs>
        <w:ind w:left="3600" w:hanging="360"/>
      </w:pPr>
      <w:rPr>
        <w:rFonts w:hint="default" w:ascii="Arial" w:hAnsi="Arial"/>
      </w:rPr>
    </w:lvl>
    <w:lvl w:ilvl="5" w:tplc="039CB4C6" w:tentative="1">
      <w:start w:val="1"/>
      <w:numFmt w:val="bullet"/>
      <w:lvlText w:val="•"/>
      <w:lvlJc w:val="left"/>
      <w:pPr>
        <w:tabs>
          <w:tab w:val="num" w:pos="4320"/>
        </w:tabs>
        <w:ind w:left="4320" w:hanging="360"/>
      </w:pPr>
      <w:rPr>
        <w:rFonts w:hint="default" w:ascii="Arial" w:hAnsi="Arial"/>
      </w:rPr>
    </w:lvl>
    <w:lvl w:ilvl="6" w:tplc="97785C68" w:tentative="1">
      <w:start w:val="1"/>
      <w:numFmt w:val="bullet"/>
      <w:lvlText w:val="•"/>
      <w:lvlJc w:val="left"/>
      <w:pPr>
        <w:tabs>
          <w:tab w:val="num" w:pos="5040"/>
        </w:tabs>
        <w:ind w:left="5040" w:hanging="360"/>
      </w:pPr>
      <w:rPr>
        <w:rFonts w:hint="default" w:ascii="Arial" w:hAnsi="Arial"/>
      </w:rPr>
    </w:lvl>
    <w:lvl w:ilvl="7" w:tplc="5EF66204" w:tentative="1">
      <w:start w:val="1"/>
      <w:numFmt w:val="bullet"/>
      <w:lvlText w:val="•"/>
      <w:lvlJc w:val="left"/>
      <w:pPr>
        <w:tabs>
          <w:tab w:val="num" w:pos="5760"/>
        </w:tabs>
        <w:ind w:left="5760" w:hanging="360"/>
      </w:pPr>
      <w:rPr>
        <w:rFonts w:hint="default" w:ascii="Arial" w:hAnsi="Arial"/>
      </w:rPr>
    </w:lvl>
    <w:lvl w:ilvl="8" w:tplc="919C7740" w:tentative="1">
      <w:start w:val="1"/>
      <w:numFmt w:val="bullet"/>
      <w:lvlText w:val="•"/>
      <w:lvlJc w:val="left"/>
      <w:pPr>
        <w:tabs>
          <w:tab w:val="num" w:pos="6480"/>
        </w:tabs>
        <w:ind w:left="6480" w:hanging="360"/>
      </w:pPr>
      <w:rPr>
        <w:rFonts w:hint="default" w:ascii="Arial" w:hAnsi="Arial"/>
      </w:rPr>
    </w:lvl>
  </w:abstractNum>
  <w:abstractNum w:abstractNumId="3" w15:restartNumberingAfterBreak="0">
    <w:nsid w:val="744D081D"/>
    <w:multiLevelType w:val="hybridMultilevel"/>
    <w:tmpl w:val="F5E84FF8"/>
    <w:lvl w:ilvl="0" w:tplc="77383740">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0"/>
  </w:num>
  <w:num w:numId="2">
    <w:abstractNumId w:val="3"/>
  </w:num>
  <w:num w:numId="3">
    <w:abstractNumId w:val="1"/>
  </w:num>
  <w:num w:numId="4">
    <w:abstractNumId w:val="2"/>
  </w:num>
</w:numbering>
</file>

<file path=word/people.xml><?xml version="1.0" encoding="utf-8"?>
<w15:people xmlns:mc="http://schemas.openxmlformats.org/markup-compatibility/2006" xmlns:w15="http://schemas.microsoft.com/office/word/2012/wordml" mc:Ignorable="w15"/>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p14">
  <w:zoom w:percent="100"/>
  <w:hideSpellingErrors/>
  <w:hideGrammaticalErrors/>
  <w:activeWritingStyle w:lang="de-DE" w:vendorID="2" w:dllVersion="6" w:checkStyle="1" w:appName="MSWord"/>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false"/>
  <w:documentProtection w:formatting="1" w:enforcement="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5A5C"/>
    <w:rsid w:val="000016BF"/>
    <w:rsid w:val="00002E4E"/>
    <w:rsid w:val="00003542"/>
    <w:rsid w:val="000035FF"/>
    <w:rsid w:val="00004A20"/>
    <w:rsid w:val="00006036"/>
    <w:rsid w:val="000116BA"/>
    <w:rsid w:val="00012DC8"/>
    <w:rsid w:val="00014B8E"/>
    <w:rsid w:val="00016F29"/>
    <w:rsid w:val="00020164"/>
    <w:rsid w:val="00024769"/>
    <w:rsid w:val="000266AB"/>
    <w:rsid w:val="00031B38"/>
    <w:rsid w:val="00031C59"/>
    <w:rsid w:val="00031FB8"/>
    <w:rsid w:val="00032901"/>
    <w:rsid w:val="00033BB8"/>
    <w:rsid w:val="00035C8F"/>
    <w:rsid w:val="00042FEE"/>
    <w:rsid w:val="000435CF"/>
    <w:rsid w:val="00044480"/>
    <w:rsid w:val="00045C33"/>
    <w:rsid w:val="00054114"/>
    <w:rsid w:val="00055A5C"/>
    <w:rsid w:val="0005636E"/>
    <w:rsid w:val="000564F2"/>
    <w:rsid w:val="000628BD"/>
    <w:rsid w:val="00063A9A"/>
    <w:rsid w:val="000649E4"/>
    <w:rsid w:val="00065EBD"/>
    <w:rsid w:val="000713FB"/>
    <w:rsid w:val="000738CF"/>
    <w:rsid w:val="00073E45"/>
    <w:rsid w:val="00075E7A"/>
    <w:rsid w:val="00075FEB"/>
    <w:rsid w:val="00076A04"/>
    <w:rsid w:val="00084B16"/>
    <w:rsid w:val="00085424"/>
    <w:rsid w:val="000912B7"/>
    <w:rsid w:val="0009294D"/>
    <w:rsid w:val="00095958"/>
    <w:rsid w:val="0009609A"/>
    <w:rsid w:val="0009617A"/>
    <w:rsid w:val="000964E9"/>
    <w:rsid w:val="00096B04"/>
    <w:rsid w:val="00096E28"/>
    <w:rsid w:val="000A0DF8"/>
    <w:rsid w:val="000A194F"/>
    <w:rsid w:val="000A20E7"/>
    <w:rsid w:val="000A2D58"/>
    <w:rsid w:val="000A46CD"/>
    <w:rsid w:val="000A552B"/>
    <w:rsid w:val="000A7415"/>
    <w:rsid w:val="000B5D29"/>
    <w:rsid w:val="000B7509"/>
    <w:rsid w:val="000C0DAD"/>
    <w:rsid w:val="000C1A34"/>
    <w:rsid w:val="000C34FB"/>
    <w:rsid w:val="000D06D2"/>
    <w:rsid w:val="000D0825"/>
    <w:rsid w:val="000D1568"/>
    <w:rsid w:val="000D2273"/>
    <w:rsid w:val="000E0FC9"/>
    <w:rsid w:val="000E4EC4"/>
    <w:rsid w:val="000E6A0C"/>
    <w:rsid w:val="000F22E1"/>
    <w:rsid w:val="000F69A3"/>
    <w:rsid w:val="000F6A6E"/>
    <w:rsid w:val="000F6BD5"/>
    <w:rsid w:val="000F749D"/>
    <w:rsid w:val="0010640E"/>
    <w:rsid w:val="00107701"/>
    <w:rsid w:val="0011200D"/>
    <w:rsid w:val="001200EA"/>
    <w:rsid w:val="00120127"/>
    <w:rsid w:val="00120AF2"/>
    <w:rsid w:val="00120FA7"/>
    <w:rsid w:val="00122343"/>
    <w:rsid w:val="0012475F"/>
    <w:rsid w:val="00124DD1"/>
    <w:rsid w:val="001265FF"/>
    <w:rsid w:val="00130BB8"/>
    <w:rsid w:val="0013303F"/>
    <w:rsid w:val="00133696"/>
    <w:rsid w:val="001362ED"/>
    <w:rsid w:val="00136CA5"/>
    <w:rsid w:val="00137250"/>
    <w:rsid w:val="00141AC8"/>
    <w:rsid w:val="00141CEA"/>
    <w:rsid w:val="00143D73"/>
    <w:rsid w:val="00145336"/>
    <w:rsid w:val="00146215"/>
    <w:rsid w:val="00146652"/>
    <w:rsid w:val="001467D4"/>
    <w:rsid w:val="0014724A"/>
    <w:rsid w:val="001507F4"/>
    <w:rsid w:val="00150D35"/>
    <w:rsid w:val="00152863"/>
    <w:rsid w:val="00152B20"/>
    <w:rsid w:val="0015394B"/>
    <w:rsid w:val="0015686A"/>
    <w:rsid w:val="00160863"/>
    <w:rsid w:val="00163AA8"/>
    <w:rsid w:val="00163B4B"/>
    <w:rsid w:val="00163E2D"/>
    <w:rsid w:val="00167789"/>
    <w:rsid w:val="00170852"/>
    <w:rsid w:val="0017569E"/>
    <w:rsid w:val="00175C82"/>
    <w:rsid w:val="0018186A"/>
    <w:rsid w:val="00182035"/>
    <w:rsid w:val="001828EB"/>
    <w:rsid w:val="00187AFA"/>
    <w:rsid w:val="00191A7E"/>
    <w:rsid w:val="00191CD9"/>
    <w:rsid w:val="00194354"/>
    <w:rsid w:val="0019445B"/>
    <w:rsid w:val="001A00B2"/>
    <w:rsid w:val="001A014F"/>
    <w:rsid w:val="001A1700"/>
    <w:rsid w:val="001A27AB"/>
    <w:rsid w:val="001A3357"/>
    <w:rsid w:val="001A3CD8"/>
    <w:rsid w:val="001A3D0A"/>
    <w:rsid w:val="001A4321"/>
    <w:rsid w:val="001A5AFB"/>
    <w:rsid w:val="001A5E6F"/>
    <w:rsid w:val="001A6346"/>
    <w:rsid w:val="001B14CA"/>
    <w:rsid w:val="001B2AB8"/>
    <w:rsid w:val="001B47FD"/>
    <w:rsid w:val="001B7516"/>
    <w:rsid w:val="001C23E4"/>
    <w:rsid w:val="001C45F5"/>
    <w:rsid w:val="001D1D91"/>
    <w:rsid w:val="001D2C9F"/>
    <w:rsid w:val="001D359D"/>
    <w:rsid w:val="001D4CD2"/>
    <w:rsid w:val="001D568B"/>
    <w:rsid w:val="001D67CA"/>
    <w:rsid w:val="001E18DB"/>
    <w:rsid w:val="001E4081"/>
    <w:rsid w:val="001E4148"/>
    <w:rsid w:val="001E5F11"/>
    <w:rsid w:val="001E72BA"/>
    <w:rsid w:val="001E7488"/>
    <w:rsid w:val="001F01A9"/>
    <w:rsid w:val="001F0F8D"/>
    <w:rsid w:val="001F4DF4"/>
    <w:rsid w:val="001F4F7F"/>
    <w:rsid w:val="001F6AEA"/>
    <w:rsid w:val="00201A63"/>
    <w:rsid w:val="00203563"/>
    <w:rsid w:val="00204CCF"/>
    <w:rsid w:val="00206C7C"/>
    <w:rsid w:val="00210069"/>
    <w:rsid w:val="002122B9"/>
    <w:rsid w:val="00213A7F"/>
    <w:rsid w:val="0021427B"/>
    <w:rsid w:val="00214576"/>
    <w:rsid w:val="002176F1"/>
    <w:rsid w:val="002176F2"/>
    <w:rsid w:val="0022087C"/>
    <w:rsid w:val="002211CE"/>
    <w:rsid w:val="00221C19"/>
    <w:rsid w:val="00223F79"/>
    <w:rsid w:val="0022599B"/>
    <w:rsid w:val="00225C5E"/>
    <w:rsid w:val="0023079D"/>
    <w:rsid w:val="00230A40"/>
    <w:rsid w:val="00231637"/>
    <w:rsid w:val="00232893"/>
    <w:rsid w:val="002378E4"/>
    <w:rsid w:val="002403F9"/>
    <w:rsid w:val="0024228F"/>
    <w:rsid w:val="00243DCB"/>
    <w:rsid w:val="00252194"/>
    <w:rsid w:val="00255313"/>
    <w:rsid w:val="00255660"/>
    <w:rsid w:val="00260D40"/>
    <w:rsid w:val="0026346B"/>
    <w:rsid w:val="00263B49"/>
    <w:rsid w:val="00270247"/>
    <w:rsid w:val="00270527"/>
    <w:rsid w:val="0027304F"/>
    <w:rsid w:val="002738ED"/>
    <w:rsid w:val="00274BB0"/>
    <w:rsid w:val="0027576B"/>
    <w:rsid w:val="0027782E"/>
    <w:rsid w:val="002814B3"/>
    <w:rsid w:val="0028343A"/>
    <w:rsid w:val="0028434F"/>
    <w:rsid w:val="002855BC"/>
    <w:rsid w:val="002873CF"/>
    <w:rsid w:val="002909BE"/>
    <w:rsid w:val="00290C4F"/>
    <w:rsid w:val="002916A7"/>
    <w:rsid w:val="0029777B"/>
    <w:rsid w:val="00297CFF"/>
    <w:rsid w:val="002A070D"/>
    <w:rsid w:val="002A125D"/>
    <w:rsid w:val="002A308C"/>
    <w:rsid w:val="002A569F"/>
    <w:rsid w:val="002A67CB"/>
    <w:rsid w:val="002A68E4"/>
    <w:rsid w:val="002B4364"/>
    <w:rsid w:val="002B4C9A"/>
    <w:rsid w:val="002C058B"/>
    <w:rsid w:val="002C06F6"/>
    <w:rsid w:val="002D0013"/>
    <w:rsid w:val="002D07E9"/>
    <w:rsid w:val="002D429A"/>
    <w:rsid w:val="002D5B20"/>
    <w:rsid w:val="002D5E34"/>
    <w:rsid w:val="002D5E61"/>
    <w:rsid w:val="002D71A8"/>
    <w:rsid w:val="002E7D8F"/>
    <w:rsid w:val="002E7D93"/>
    <w:rsid w:val="002F11DB"/>
    <w:rsid w:val="002F2C1D"/>
    <w:rsid w:val="002F2E57"/>
    <w:rsid w:val="002F2F6F"/>
    <w:rsid w:val="002F4E16"/>
    <w:rsid w:val="002F7EDC"/>
    <w:rsid w:val="00300D7A"/>
    <w:rsid w:val="00303B05"/>
    <w:rsid w:val="00305BE1"/>
    <w:rsid w:val="00305C12"/>
    <w:rsid w:val="0030621A"/>
    <w:rsid w:val="0030682A"/>
    <w:rsid w:val="003075D8"/>
    <w:rsid w:val="003077FB"/>
    <w:rsid w:val="00311832"/>
    <w:rsid w:val="003130C4"/>
    <w:rsid w:val="00315AE3"/>
    <w:rsid w:val="00315E33"/>
    <w:rsid w:val="00317460"/>
    <w:rsid w:val="00321C69"/>
    <w:rsid w:val="003240E8"/>
    <w:rsid w:val="003249C5"/>
    <w:rsid w:val="00332957"/>
    <w:rsid w:val="0033454C"/>
    <w:rsid w:val="00334C49"/>
    <w:rsid w:val="003351CE"/>
    <w:rsid w:val="00336D65"/>
    <w:rsid w:val="0034154B"/>
    <w:rsid w:val="00342C54"/>
    <w:rsid w:val="00350E4B"/>
    <w:rsid w:val="00351289"/>
    <w:rsid w:val="00355A64"/>
    <w:rsid w:val="0036368C"/>
    <w:rsid w:val="00365698"/>
    <w:rsid w:val="00371977"/>
    <w:rsid w:val="003724C4"/>
    <w:rsid w:val="00374C82"/>
    <w:rsid w:val="003760E8"/>
    <w:rsid w:val="00385F72"/>
    <w:rsid w:val="003861DD"/>
    <w:rsid w:val="0039283A"/>
    <w:rsid w:val="00393580"/>
    <w:rsid w:val="003937C6"/>
    <w:rsid w:val="00393EDE"/>
    <w:rsid w:val="003A370C"/>
    <w:rsid w:val="003A616D"/>
    <w:rsid w:val="003B100C"/>
    <w:rsid w:val="003B59B8"/>
    <w:rsid w:val="003B6BCC"/>
    <w:rsid w:val="003C2CEA"/>
    <w:rsid w:val="003E143B"/>
    <w:rsid w:val="003E1A1F"/>
    <w:rsid w:val="003E36A6"/>
    <w:rsid w:val="003E414F"/>
    <w:rsid w:val="003E4F6A"/>
    <w:rsid w:val="003F034A"/>
    <w:rsid w:val="003F19E9"/>
    <w:rsid w:val="003F5DEC"/>
    <w:rsid w:val="003F6252"/>
    <w:rsid w:val="003F7CBC"/>
    <w:rsid w:val="004001C9"/>
    <w:rsid w:val="00400327"/>
    <w:rsid w:val="00400425"/>
    <w:rsid w:val="004013B6"/>
    <w:rsid w:val="00401DF2"/>
    <w:rsid w:val="00401EAB"/>
    <w:rsid w:val="00402DEA"/>
    <w:rsid w:val="00404E1E"/>
    <w:rsid w:val="00406D59"/>
    <w:rsid w:val="0041134C"/>
    <w:rsid w:val="0041193A"/>
    <w:rsid w:val="00413831"/>
    <w:rsid w:val="004148B5"/>
    <w:rsid w:val="0041519F"/>
    <w:rsid w:val="00417054"/>
    <w:rsid w:val="004174D2"/>
    <w:rsid w:val="0042025D"/>
    <w:rsid w:val="00420A6F"/>
    <w:rsid w:val="004236FE"/>
    <w:rsid w:val="00426B3D"/>
    <w:rsid w:val="00431757"/>
    <w:rsid w:val="00431ED9"/>
    <w:rsid w:val="00441059"/>
    <w:rsid w:val="00444658"/>
    <w:rsid w:val="00444FB2"/>
    <w:rsid w:val="00447320"/>
    <w:rsid w:val="004518C3"/>
    <w:rsid w:val="00452952"/>
    <w:rsid w:val="0045394F"/>
    <w:rsid w:val="00461BAF"/>
    <w:rsid w:val="004628E6"/>
    <w:rsid w:val="0046327B"/>
    <w:rsid w:val="00463B2C"/>
    <w:rsid w:val="004677B1"/>
    <w:rsid w:val="00476894"/>
    <w:rsid w:val="00476DC4"/>
    <w:rsid w:val="004776C0"/>
    <w:rsid w:val="00477A47"/>
    <w:rsid w:val="00477AC6"/>
    <w:rsid w:val="00480161"/>
    <w:rsid w:val="004814D0"/>
    <w:rsid w:val="00481FA4"/>
    <w:rsid w:val="00482FAD"/>
    <w:rsid w:val="004837BB"/>
    <w:rsid w:val="00486445"/>
    <w:rsid w:val="004920F9"/>
    <w:rsid w:val="004931C7"/>
    <w:rsid w:val="004A3EA4"/>
    <w:rsid w:val="004A4356"/>
    <w:rsid w:val="004A5EC2"/>
    <w:rsid w:val="004A6420"/>
    <w:rsid w:val="004A77C0"/>
    <w:rsid w:val="004A7A90"/>
    <w:rsid w:val="004B0120"/>
    <w:rsid w:val="004B3FDC"/>
    <w:rsid w:val="004B4195"/>
    <w:rsid w:val="004B44D5"/>
    <w:rsid w:val="004B53A1"/>
    <w:rsid w:val="004B6F7B"/>
    <w:rsid w:val="004C01B2"/>
    <w:rsid w:val="004C25E9"/>
    <w:rsid w:val="004C2F12"/>
    <w:rsid w:val="004C3FDA"/>
    <w:rsid w:val="004C6804"/>
    <w:rsid w:val="004C6976"/>
    <w:rsid w:val="004C6ED7"/>
    <w:rsid w:val="004C7453"/>
    <w:rsid w:val="004D1990"/>
    <w:rsid w:val="004D4A83"/>
    <w:rsid w:val="004E2110"/>
    <w:rsid w:val="004E3CB2"/>
    <w:rsid w:val="004E6B3B"/>
    <w:rsid w:val="004E7FBE"/>
    <w:rsid w:val="004F2888"/>
    <w:rsid w:val="004F712F"/>
    <w:rsid w:val="00502330"/>
    <w:rsid w:val="00502439"/>
    <w:rsid w:val="00505190"/>
    <w:rsid w:val="0050593F"/>
    <w:rsid w:val="005120AC"/>
    <w:rsid w:val="00513003"/>
    <w:rsid w:val="0051363C"/>
    <w:rsid w:val="005154F9"/>
    <w:rsid w:val="00516BC4"/>
    <w:rsid w:val="00516F61"/>
    <w:rsid w:val="005203D6"/>
    <w:rsid w:val="00520DD7"/>
    <w:rsid w:val="005232F9"/>
    <w:rsid w:val="005277DD"/>
    <w:rsid w:val="005326BE"/>
    <w:rsid w:val="005347E4"/>
    <w:rsid w:val="00535A3D"/>
    <w:rsid w:val="00535CF8"/>
    <w:rsid w:val="00543EE4"/>
    <w:rsid w:val="005447AE"/>
    <w:rsid w:val="0054634D"/>
    <w:rsid w:val="00546782"/>
    <w:rsid w:val="00552F71"/>
    <w:rsid w:val="00555E24"/>
    <w:rsid w:val="00562B35"/>
    <w:rsid w:val="00563092"/>
    <w:rsid w:val="0056773A"/>
    <w:rsid w:val="00572272"/>
    <w:rsid w:val="00572E53"/>
    <w:rsid w:val="005759A5"/>
    <w:rsid w:val="00580B40"/>
    <w:rsid w:val="00590A23"/>
    <w:rsid w:val="00591D43"/>
    <w:rsid w:val="005920AC"/>
    <w:rsid w:val="0059323A"/>
    <w:rsid w:val="00593AE6"/>
    <w:rsid w:val="005941FC"/>
    <w:rsid w:val="00595428"/>
    <w:rsid w:val="0059661F"/>
    <w:rsid w:val="00597CCF"/>
    <w:rsid w:val="005A01CE"/>
    <w:rsid w:val="005A5ABC"/>
    <w:rsid w:val="005B31E7"/>
    <w:rsid w:val="005B491D"/>
    <w:rsid w:val="005B6141"/>
    <w:rsid w:val="005B6308"/>
    <w:rsid w:val="005B6C0D"/>
    <w:rsid w:val="005C03B7"/>
    <w:rsid w:val="005C0D0F"/>
    <w:rsid w:val="005C2F44"/>
    <w:rsid w:val="005C3BA5"/>
    <w:rsid w:val="005C3DA7"/>
    <w:rsid w:val="005C4939"/>
    <w:rsid w:val="005C5E51"/>
    <w:rsid w:val="005C7576"/>
    <w:rsid w:val="005D0D7F"/>
    <w:rsid w:val="005D279D"/>
    <w:rsid w:val="005E0088"/>
    <w:rsid w:val="005E528F"/>
    <w:rsid w:val="005E543B"/>
    <w:rsid w:val="005E72D1"/>
    <w:rsid w:val="005F0BEE"/>
    <w:rsid w:val="005F1C10"/>
    <w:rsid w:val="005F32DC"/>
    <w:rsid w:val="005F5FBC"/>
    <w:rsid w:val="006009D4"/>
    <w:rsid w:val="00603726"/>
    <w:rsid w:val="00604A56"/>
    <w:rsid w:val="00610D99"/>
    <w:rsid w:val="00611A0A"/>
    <w:rsid w:val="00611D8D"/>
    <w:rsid w:val="00612B9F"/>
    <w:rsid w:val="0061578C"/>
    <w:rsid w:val="00615D25"/>
    <w:rsid w:val="00621B96"/>
    <w:rsid w:val="00630D22"/>
    <w:rsid w:val="00634009"/>
    <w:rsid w:val="00636E19"/>
    <w:rsid w:val="006409E3"/>
    <w:rsid w:val="00646708"/>
    <w:rsid w:val="0064682C"/>
    <w:rsid w:val="00655090"/>
    <w:rsid w:val="0065706F"/>
    <w:rsid w:val="00657799"/>
    <w:rsid w:val="00657B88"/>
    <w:rsid w:val="00657CC5"/>
    <w:rsid w:val="006606A9"/>
    <w:rsid w:val="006641F5"/>
    <w:rsid w:val="006671CE"/>
    <w:rsid w:val="006718A8"/>
    <w:rsid w:val="0067490E"/>
    <w:rsid w:val="00680BB6"/>
    <w:rsid w:val="00681FDC"/>
    <w:rsid w:val="00682ECE"/>
    <w:rsid w:val="0068408A"/>
    <w:rsid w:val="00685137"/>
    <w:rsid w:val="00692BC5"/>
    <w:rsid w:val="00693AD8"/>
    <w:rsid w:val="00696D99"/>
    <w:rsid w:val="00697073"/>
    <w:rsid w:val="006972AA"/>
    <w:rsid w:val="006A01D0"/>
    <w:rsid w:val="006A3ABA"/>
    <w:rsid w:val="006A571F"/>
    <w:rsid w:val="006A5962"/>
    <w:rsid w:val="006B0E2A"/>
    <w:rsid w:val="006B1A0B"/>
    <w:rsid w:val="006B2EE3"/>
    <w:rsid w:val="006B4713"/>
    <w:rsid w:val="006B47B6"/>
    <w:rsid w:val="006B51C6"/>
    <w:rsid w:val="006B587C"/>
    <w:rsid w:val="006B5D24"/>
    <w:rsid w:val="006B6CAA"/>
    <w:rsid w:val="006B74FA"/>
    <w:rsid w:val="006C01CE"/>
    <w:rsid w:val="006C5CD9"/>
    <w:rsid w:val="006C5DC6"/>
    <w:rsid w:val="006D349A"/>
    <w:rsid w:val="006D3D05"/>
    <w:rsid w:val="006D3E7D"/>
    <w:rsid w:val="006D6059"/>
    <w:rsid w:val="006E2B69"/>
    <w:rsid w:val="006E3B74"/>
    <w:rsid w:val="006E3DAE"/>
    <w:rsid w:val="006E56BD"/>
    <w:rsid w:val="006E5951"/>
    <w:rsid w:val="006E5E17"/>
    <w:rsid w:val="006F2406"/>
    <w:rsid w:val="006F3159"/>
    <w:rsid w:val="006F6396"/>
    <w:rsid w:val="007010D0"/>
    <w:rsid w:val="00701BED"/>
    <w:rsid w:val="007037A0"/>
    <w:rsid w:val="0070520A"/>
    <w:rsid w:val="00705942"/>
    <w:rsid w:val="007124C6"/>
    <w:rsid w:val="00713837"/>
    <w:rsid w:val="0071437C"/>
    <w:rsid w:val="00715CFE"/>
    <w:rsid w:val="0071793C"/>
    <w:rsid w:val="00717C9B"/>
    <w:rsid w:val="00720079"/>
    <w:rsid w:val="00722C18"/>
    <w:rsid w:val="0072308A"/>
    <w:rsid w:val="00723CEE"/>
    <w:rsid w:val="007243AE"/>
    <w:rsid w:val="00727196"/>
    <w:rsid w:val="00730462"/>
    <w:rsid w:val="00731D95"/>
    <w:rsid w:val="007321A1"/>
    <w:rsid w:val="00733A8E"/>
    <w:rsid w:val="0073408E"/>
    <w:rsid w:val="007358DC"/>
    <w:rsid w:val="007361F0"/>
    <w:rsid w:val="00736E15"/>
    <w:rsid w:val="0073776D"/>
    <w:rsid w:val="0074008C"/>
    <w:rsid w:val="00742FBF"/>
    <w:rsid w:val="0074307A"/>
    <w:rsid w:val="0074431C"/>
    <w:rsid w:val="007448C0"/>
    <w:rsid w:val="00745483"/>
    <w:rsid w:val="007455C4"/>
    <w:rsid w:val="00745B3E"/>
    <w:rsid w:val="0074622E"/>
    <w:rsid w:val="00746ABA"/>
    <w:rsid w:val="00752B44"/>
    <w:rsid w:val="0075387D"/>
    <w:rsid w:val="00754872"/>
    <w:rsid w:val="00755C48"/>
    <w:rsid w:val="00762405"/>
    <w:rsid w:val="00764A02"/>
    <w:rsid w:val="007670CC"/>
    <w:rsid w:val="00771BDE"/>
    <w:rsid w:val="0077502C"/>
    <w:rsid w:val="00776230"/>
    <w:rsid w:val="0077791E"/>
    <w:rsid w:val="00777FDC"/>
    <w:rsid w:val="007811F6"/>
    <w:rsid w:val="00782DDC"/>
    <w:rsid w:val="00784D7F"/>
    <w:rsid w:val="00785B70"/>
    <w:rsid w:val="0078777A"/>
    <w:rsid w:val="00791AD2"/>
    <w:rsid w:val="00793E41"/>
    <w:rsid w:val="00796545"/>
    <w:rsid w:val="007A53AE"/>
    <w:rsid w:val="007A5790"/>
    <w:rsid w:val="007A5C19"/>
    <w:rsid w:val="007B0C0C"/>
    <w:rsid w:val="007B10AF"/>
    <w:rsid w:val="007B356E"/>
    <w:rsid w:val="007C08D8"/>
    <w:rsid w:val="007C17D6"/>
    <w:rsid w:val="007C2E96"/>
    <w:rsid w:val="007C484A"/>
    <w:rsid w:val="007C4859"/>
    <w:rsid w:val="007D0180"/>
    <w:rsid w:val="007D28DB"/>
    <w:rsid w:val="007E30EF"/>
    <w:rsid w:val="007E415B"/>
    <w:rsid w:val="007E4885"/>
    <w:rsid w:val="007E6A89"/>
    <w:rsid w:val="007F22C9"/>
    <w:rsid w:val="007F3499"/>
    <w:rsid w:val="007F5990"/>
    <w:rsid w:val="007F5FF9"/>
    <w:rsid w:val="00801A89"/>
    <w:rsid w:val="00801F0C"/>
    <w:rsid w:val="008023B0"/>
    <w:rsid w:val="00803548"/>
    <w:rsid w:val="0080783B"/>
    <w:rsid w:val="00810F98"/>
    <w:rsid w:val="00813137"/>
    <w:rsid w:val="00815360"/>
    <w:rsid w:val="0082098E"/>
    <w:rsid w:val="008223D1"/>
    <w:rsid w:val="00827C4B"/>
    <w:rsid w:val="00830295"/>
    <w:rsid w:val="0083151A"/>
    <w:rsid w:val="00834DE2"/>
    <w:rsid w:val="008359F8"/>
    <w:rsid w:val="00842311"/>
    <w:rsid w:val="00847443"/>
    <w:rsid w:val="00851843"/>
    <w:rsid w:val="00851DAF"/>
    <w:rsid w:val="0085228C"/>
    <w:rsid w:val="00853FAB"/>
    <w:rsid w:val="008652DE"/>
    <w:rsid w:val="008674E4"/>
    <w:rsid w:val="008707E8"/>
    <w:rsid w:val="00871F6B"/>
    <w:rsid w:val="00874F7B"/>
    <w:rsid w:val="00876E34"/>
    <w:rsid w:val="00881885"/>
    <w:rsid w:val="00883137"/>
    <w:rsid w:val="00892E4F"/>
    <w:rsid w:val="008937EA"/>
    <w:rsid w:val="00893E14"/>
    <w:rsid w:val="00894A54"/>
    <w:rsid w:val="008A21DF"/>
    <w:rsid w:val="008A492D"/>
    <w:rsid w:val="008A4DD9"/>
    <w:rsid w:val="008A4E63"/>
    <w:rsid w:val="008A534E"/>
    <w:rsid w:val="008A5CF2"/>
    <w:rsid w:val="008A5F22"/>
    <w:rsid w:val="008A606E"/>
    <w:rsid w:val="008A72DE"/>
    <w:rsid w:val="008B1334"/>
    <w:rsid w:val="008B15D6"/>
    <w:rsid w:val="008B2FBA"/>
    <w:rsid w:val="008B3DA4"/>
    <w:rsid w:val="008B4327"/>
    <w:rsid w:val="008B4FFC"/>
    <w:rsid w:val="008B560D"/>
    <w:rsid w:val="008B5C1D"/>
    <w:rsid w:val="008B76DF"/>
    <w:rsid w:val="008C40A1"/>
    <w:rsid w:val="008C416B"/>
    <w:rsid w:val="008C49C0"/>
    <w:rsid w:val="008C5654"/>
    <w:rsid w:val="008C62F3"/>
    <w:rsid w:val="008C6E0C"/>
    <w:rsid w:val="008D0601"/>
    <w:rsid w:val="008D0D27"/>
    <w:rsid w:val="008D2B5C"/>
    <w:rsid w:val="008D397A"/>
    <w:rsid w:val="008D592C"/>
    <w:rsid w:val="008D5A74"/>
    <w:rsid w:val="008D5FEF"/>
    <w:rsid w:val="008D7DE6"/>
    <w:rsid w:val="008E18EB"/>
    <w:rsid w:val="008E4C71"/>
    <w:rsid w:val="008F0959"/>
    <w:rsid w:val="008F1BFE"/>
    <w:rsid w:val="008F2F4A"/>
    <w:rsid w:val="008F32D2"/>
    <w:rsid w:val="008F4993"/>
    <w:rsid w:val="008F5DDF"/>
    <w:rsid w:val="0090026A"/>
    <w:rsid w:val="0090251E"/>
    <w:rsid w:val="00902A77"/>
    <w:rsid w:val="009033ED"/>
    <w:rsid w:val="009056CA"/>
    <w:rsid w:val="00906A35"/>
    <w:rsid w:val="00913240"/>
    <w:rsid w:val="0091644F"/>
    <w:rsid w:val="00920021"/>
    <w:rsid w:val="00920160"/>
    <w:rsid w:val="0092036E"/>
    <w:rsid w:val="00921352"/>
    <w:rsid w:val="009224FD"/>
    <w:rsid w:val="00922B14"/>
    <w:rsid w:val="0092510C"/>
    <w:rsid w:val="00925628"/>
    <w:rsid w:val="00925849"/>
    <w:rsid w:val="009318E1"/>
    <w:rsid w:val="009330AA"/>
    <w:rsid w:val="00934FF8"/>
    <w:rsid w:val="009365A6"/>
    <w:rsid w:val="00941858"/>
    <w:rsid w:val="009475B3"/>
    <w:rsid w:val="00947AA6"/>
    <w:rsid w:val="0095297A"/>
    <w:rsid w:val="00953DFA"/>
    <w:rsid w:val="00954063"/>
    <w:rsid w:val="009540A5"/>
    <w:rsid w:val="009558DA"/>
    <w:rsid w:val="00955DE7"/>
    <w:rsid w:val="0096027D"/>
    <w:rsid w:val="00962DA2"/>
    <w:rsid w:val="00963D62"/>
    <w:rsid w:val="00964FB4"/>
    <w:rsid w:val="00971004"/>
    <w:rsid w:val="00971F74"/>
    <w:rsid w:val="00974475"/>
    <w:rsid w:val="00976F86"/>
    <w:rsid w:val="00977B90"/>
    <w:rsid w:val="009813B6"/>
    <w:rsid w:val="009817D4"/>
    <w:rsid w:val="00993A03"/>
    <w:rsid w:val="00996D56"/>
    <w:rsid w:val="00996FA2"/>
    <w:rsid w:val="00997C26"/>
    <w:rsid w:val="009A0984"/>
    <w:rsid w:val="009A36B5"/>
    <w:rsid w:val="009A7224"/>
    <w:rsid w:val="009B0E0F"/>
    <w:rsid w:val="009B3821"/>
    <w:rsid w:val="009B44C8"/>
    <w:rsid w:val="009B596C"/>
    <w:rsid w:val="009B658C"/>
    <w:rsid w:val="009B7477"/>
    <w:rsid w:val="009B75A2"/>
    <w:rsid w:val="009C03E3"/>
    <w:rsid w:val="009C06FD"/>
    <w:rsid w:val="009C1C25"/>
    <w:rsid w:val="009C54D0"/>
    <w:rsid w:val="009C5CE6"/>
    <w:rsid w:val="009C7372"/>
    <w:rsid w:val="009D1EA8"/>
    <w:rsid w:val="009D2F1B"/>
    <w:rsid w:val="009D58F9"/>
    <w:rsid w:val="009E0312"/>
    <w:rsid w:val="009E0F98"/>
    <w:rsid w:val="009E227F"/>
    <w:rsid w:val="009E47D9"/>
    <w:rsid w:val="009F02A9"/>
    <w:rsid w:val="009F166A"/>
    <w:rsid w:val="009F2FA9"/>
    <w:rsid w:val="009F3C97"/>
    <w:rsid w:val="009F6EC8"/>
    <w:rsid w:val="009F78A2"/>
    <w:rsid w:val="00A026D7"/>
    <w:rsid w:val="00A0697F"/>
    <w:rsid w:val="00A12376"/>
    <w:rsid w:val="00A14A0C"/>
    <w:rsid w:val="00A15926"/>
    <w:rsid w:val="00A169DF"/>
    <w:rsid w:val="00A17E7F"/>
    <w:rsid w:val="00A20F70"/>
    <w:rsid w:val="00A21092"/>
    <w:rsid w:val="00A22C80"/>
    <w:rsid w:val="00A258F5"/>
    <w:rsid w:val="00A374AD"/>
    <w:rsid w:val="00A423AF"/>
    <w:rsid w:val="00A42ECB"/>
    <w:rsid w:val="00A4503E"/>
    <w:rsid w:val="00A454C2"/>
    <w:rsid w:val="00A51C53"/>
    <w:rsid w:val="00A52DED"/>
    <w:rsid w:val="00A52F7C"/>
    <w:rsid w:val="00A53F21"/>
    <w:rsid w:val="00A540B7"/>
    <w:rsid w:val="00A5494A"/>
    <w:rsid w:val="00A549AC"/>
    <w:rsid w:val="00A65733"/>
    <w:rsid w:val="00A67442"/>
    <w:rsid w:val="00A70586"/>
    <w:rsid w:val="00A70A62"/>
    <w:rsid w:val="00A71391"/>
    <w:rsid w:val="00A719C3"/>
    <w:rsid w:val="00A830C8"/>
    <w:rsid w:val="00A83AD9"/>
    <w:rsid w:val="00A8501E"/>
    <w:rsid w:val="00A853B7"/>
    <w:rsid w:val="00A85A18"/>
    <w:rsid w:val="00A8774E"/>
    <w:rsid w:val="00A90C81"/>
    <w:rsid w:val="00A93A58"/>
    <w:rsid w:val="00A94810"/>
    <w:rsid w:val="00A969B2"/>
    <w:rsid w:val="00A96C87"/>
    <w:rsid w:val="00AA2C6B"/>
    <w:rsid w:val="00AA520B"/>
    <w:rsid w:val="00AA566F"/>
    <w:rsid w:val="00AB1712"/>
    <w:rsid w:val="00AB365A"/>
    <w:rsid w:val="00AB74B7"/>
    <w:rsid w:val="00AB7E1B"/>
    <w:rsid w:val="00AC089C"/>
    <w:rsid w:val="00AC5CB1"/>
    <w:rsid w:val="00AD120F"/>
    <w:rsid w:val="00AD463E"/>
    <w:rsid w:val="00AD6302"/>
    <w:rsid w:val="00AE2730"/>
    <w:rsid w:val="00AE2E08"/>
    <w:rsid w:val="00AE6945"/>
    <w:rsid w:val="00AF03BD"/>
    <w:rsid w:val="00AF3FF5"/>
    <w:rsid w:val="00AF4040"/>
    <w:rsid w:val="00AF43A4"/>
    <w:rsid w:val="00B024FE"/>
    <w:rsid w:val="00B02FBF"/>
    <w:rsid w:val="00B03573"/>
    <w:rsid w:val="00B06CF2"/>
    <w:rsid w:val="00B07FB2"/>
    <w:rsid w:val="00B10835"/>
    <w:rsid w:val="00B132B1"/>
    <w:rsid w:val="00B13B5B"/>
    <w:rsid w:val="00B1787B"/>
    <w:rsid w:val="00B2114E"/>
    <w:rsid w:val="00B258BF"/>
    <w:rsid w:val="00B277CC"/>
    <w:rsid w:val="00B30964"/>
    <w:rsid w:val="00B32E5E"/>
    <w:rsid w:val="00B368D2"/>
    <w:rsid w:val="00B36EA7"/>
    <w:rsid w:val="00B406FE"/>
    <w:rsid w:val="00B44A37"/>
    <w:rsid w:val="00B4524F"/>
    <w:rsid w:val="00B458FA"/>
    <w:rsid w:val="00B5104B"/>
    <w:rsid w:val="00B54054"/>
    <w:rsid w:val="00B54DFF"/>
    <w:rsid w:val="00B576C6"/>
    <w:rsid w:val="00B652A2"/>
    <w:rsid w:val="00B660CD"/>
    <w:rsid w:val="00B66473"/>
    <w:rsid w:val="00B67055"/>
    <w:rsid w:val="00B70692"/>
    <w:rsid w:val="00B7341B"/>
    <w:rsid w:val="00B738C9"/>
    <w:rsid w:val="00B7560D"/>
    <w:rsid w:val="00B830F1"/>
    <w:rsid w:val="00B84557"/>
    <w:rsid w:val="00B9103C"/>
    <w:rsid w:val="00B939D2"/>
    <w:rsid w:val="00BA0DF1"/>
    <w:rsid w:val="00BA54E5"/>
    <w:rsid w:val="00BB3ADC"/>
    <w:rsid w:val="00BB53B4"/>
    <w:rsid w:val="00BC20F8"/>
    <w:rsid w:val="00BC2B8D"/>
    <w:rsid w:val="00BC3761"/>
    <w:rsid w:val="00BC4F8C"/>
    <w:rsid w:val="00BD4958"/>
    <w:rsid w:val="00BD5063"/>
    <w:rsid w:val="00BD5DDC"/>
    <w:rsid w:val="00BD61DB"/>
    <w:rsid w:val="00BD77F5"/>
    <w:rsid w:val="00BD7A24"/>
    <w:rsid w:val="00BE1A78"/>
    <w:rsid w:val="00BE45A3"/>
    <w:rsid w:val="00BF0617"/>
    <w:rsid w:val="00BF06F3"/>
    <w:rsid w:val="00BF1A37"/>
    <w:rsid w:val="00BF2554"/>
    <w:rsid w:val="00BF575C"/>
    <w:rsid w:val="00BF6AF0"/>
    <w:rsid w:val="00C00781"/>
    <w:rsid w:val="00C02790"/>
    <w:rsid w:val="00C055A2"/>
    <w:rsid w:val="00C0638B"/>
    <w:rsid w:val="00C13919"/>
    <w:rsid w:val="00C15DFE"/>
    <w:rsid w:val="00C15FED"/>
    <w:rsid w:val="00C16FBB"/>
    <w:rsid w:val="00C201B7"/>
    <w:rsid w:val="00C20BE1"/>
    <w:rsid w:val="00C20BEA"/>
    <w:rsid w:val="00C2107F"/>
    <w:rsid w:val="00C215E0"/>
    <w:rsid w:val="00C219BC"/>
    <w:rsid w:val="00C24B92"/>
    <w:rsid w:val="00C24CF4"/>
    <w:rsid w:val="00C24D76"/>
    <w:rsid w:val="00C31E71"/>
    <w:rsid w:val="00C33949"/>
    <w:rsid w:val="00C34C65"/>
    <w:rsid w:val="00C37712"/>
    <w:rsid w:val="00C37AF7"/>
    <w:rsid w:val="00C40E0A"/>
    <w:rsid w:val="00C4661D"/>
    <w:rsid w:val="00C4690A"/>
    <w:rsid w:val="00C46E05"/>
    <w:rsid w:val="00C51523"/>
    <w:rsid w:val="00C5234E"/>
    <w:rsid w:val="00C5528F"/>
    <w:rsid w:val="00C55F77"/>
    <w:rsid w:val="00C575FE"/>
    <w:rsid w:val="00C57C97"/>
    <w:rsid w:val="00C6015B"/>
    <w:rsid w:val="00C65C06"/>
    <w:rsid w:val="00C65D13"/>
    <w:rsid w:val="00C67E61"/>
    <w:rsid w:val="00C736E6"/>
    <w:rsid w:val="00C73EEA"/>
    <w:rsid w:val="00C73EF5"/>
    <w:rsid w:val="00C76F9A"/>
    <w:rsid w:val="00C8003B"/>
    <w:rsid w:val="00C80B2A"/>
    <w:rsid w:val="00C81CA3"/>
    <w:rsid w:val="00C81D0D"/>
    <w:rsid w:val="00C8424E"/>
    <w:rsid w:val="00C92470"/>
    <w:rsid w:val="00C9504F"/>
    <w:rsid w:val="00C95CAA"/>
    <w:rsid w:val="00CA5031"/>
    <w:rsid w:val="00CA7113"/>
    <w:rsid w:val="00CA7FB0"/>
    <w:rsid w:val="00CB00DC"/>
    <w:rsid w:val="00CB0F55"/>
    <w:rsid w:val="00CB3CDF"/>
    <w:rsid w:val="00CB5126"/>
    <w:rsid w:val="00CB5339"/>
    <w:rsid w:val="00CB78C4"/>
    <w:rsid w:val="00CB7A24"/>
    <w:rsid w:val="00CC146D"/>
    <w:rsid w:val="00CC1C38"/>
    <w:rsid w:val="00CC25AC"/>
    <w:rsid w:val="00CC277B"/>
    <w:rsid w:val="00CC5D58"/>
    <w:rsid w:val="00CC6242"/>
    <w:rsid w:val="00CC6CF8"/>
    <w:rsid w:val="00CC7B48"/>
    <w:rsid w:val="00CD1795"/>
    <w:rsid w:val="00CD7589"/>
    <w:rsid w:val="00CE39EE"/>
    <w:rsid w:val="00CE744C"/>
    <w:rsid w:val="00CF1F96"/>
    <w:rsid w:val="00CF3448"/>
    <w:rsid w:val="00CF398A"/>
    <w:rsid w:val="00CF4498"/>
    <w:rsid w:val="00CF4AF0"/>
    <w:rsid w:val="00CF5AF1"/>
    <w:rsid w:val="00CF6418"/>
    <w:rsid w:val="00D000AA"/>
    <w:rsid w:val="00D0090B"/>
    <w:rsid w:val="00D0714C"/>
    <w:rsid w:val="00D0760C"/>
    <w:rsid w:val="00D119EF"/>
    <w:rsid w:val="00D15029"/>
    <w:rsid w:val="00D20F07"/>
    <w:rsid w:val="00D21C58"/>
    <w:rsid w:val="00D27D04"/>
    <w:rsid w:val="00D30647"/>
    <w:rsid w:val="00D33501"/>
    <w:rsid w:val="00D35EEA"/>
    <w:rsid w:val="00D365D8"/>
    <w:rsid w:val="00D37AB0"/>
    <w:rsid w:val="00D37AB3"/>
    <w:rsid w:val="00D4103B"/>
    <w:rsid w:val="00D42164"/>
    <w:rsid w:val="00D4309E"/>
    <w:rsid w:val="00D439ED"/>
    <w:rsid w:val="00D43A9E"/>
    <w:rsid w:val="00D461DA"/>
    <w:rsid w:val="00D471F2"/>
    <w:rsid w:val="00D5750A"/>
    <w:rsid w:val="00D57B4F"/>
    <w:rsid w:val="00D60944"/>
    <w:rsid w:val="00D60B9C"/>
    <w:rsid w:val="00D625A0"/>
    <w:rsid w:val="00D657A0"/>
    <w:rsid w:val="00D65923"/>
    <w:rsid w:val="00D77F0A"/>
    <w:rsid w:val="00D814A2"/>
    <w:rsid w:val="00D81568"/>
    <w:rsid w:val="00D82246"/>
    <w:rsid w:val="00D83E4A"/>
    <w:rsid w:val="00D87D5F"/>
    <w:rsid w:val="00D906B6"/>
    <w:rsid w:val="00D925EC"/>
    <w:rsid w:val="00DA4E7D"/>
    <w:rsid w:val="00DA5778"/>
    <w:rsid w:val="00DA68DA"/>
    <w:rsid w:val="00DB1CFF"/>
    <w:rsid w:val="00DB3ECA"/>
    <w:rsid w:val="00DB59EE"/>
    <w:rsid w:val="00DC4DEC"/>
    <w:rsid w:val="00DC55B6"/>
    <w:rsid w:val="00DC5EE4"/>
    <w:rsid w:val="00DC6426"/>
    <w:rsid w:val="00DC7319"/>
    <w:rsid w:val="00DD0070"/>
    <w:rsid w:val="00DD0B55"/>
    <w:rsid w:val="00DD17CE"/>
    <w:rsid w:val="00DD29D0"/>
    <w:rsid w:val="00DD54A5"/>
    <w:rsid w:val="00DD756D"/>
    <w:rsid w:val="00DE6B2F"/>
    <w:rsid w:val="00DF23F6"/>
    <w:rsid w:val="00DF2F60"/>
    <w:rsid w:val="00DF6DF5"/>
    <w:rsid w:val="00DF78D1"/>
    <w:rsid w:val="00E055A5"/>
    <w:rsid w:val="00E05D0A"/>
    <w:rsid w:val="00E07613"/>
    <w:rsid w:val="00E104D9"/>
    <w:rsid w:val="00E1200A"/>
    <w:rsid w:val="00E159E6"/>
    <w:rsid w:val="00E23D46"/>
    <w:rsid w:val="00E2523B"/>
    <w:rsid w:val="00E3323F"/>
    <w:rsid w:val="00E35768"/>
    <w:rsid w:val="00E4020A"/>
    <w:rsid w:val="00E40D5C"/>
    <w:rsid w:val="00E41553"/>
    <w:rsid w:val="00E4200C"/>
    <w:rsid w:val="00E43A1A"/>
    <w:rsid w:val="00E44C3E"/>
    <w:rsid w:val="00E46823"/>
    <w:rsid w:val="00E46921"/>
    <w:rsid w:val="00E55CD5"/>
    <w:rsid w:val="00E574DD"/>
    <w:rsid w:val="00E57CF2"/>
    <w:rsid w:val="00E60210"/>
    <w:rsid w:val="00E60701"/>
    <w:rsid w:val="00E60791"/>
    <w:rsid w:val="00E6493B"/>
    <w:rsid w:val="00E65269"/>
    <w:rsid w:val="00E66699"/>
    <w:rsid w:val="00E67914"/>
    <w:rsid w:val="00E72297"/>
    <w:rsid w:val="00E738AD"/>
    <w:rsid w:val="00E75178"/>
    <w:rsid w:val="00E767C3"/>
    <w:rsid w:val="00E76AEF"/>
    <w:rsid w:val="00E8128D"/>
    <w:rsid w:val="00E82982"/>
    <w:rsid w:val="00E83FC2"/>
    <w:rsid w:val="00E874A5"/>
    <w:rsid w:val="00E921B0"/>
    <w:rsid w:val="00E97F7D"/>
    <w:rsid w:val="00EA286E"/>
    <w:rsid w:val="00EA3C78"/>
    <w:rsid w:val="00EB3E04"/>
    <w:rsid w:val="00EB63B3"/>
    <w:rsid w:val="00EB655D"/>
    <w:rsid w:val="00EB77A9"/>
    <w:rsid w:val="00EB7D61"/>
    <w:rsid w:val="00EC16A5"/>
    <w:rsid w:val="00EC22C3"/>
    <w:rsid w:val="00EC3BD8"/>
    <w:rsid w:val="00EC463D"/>
    <w:rsid w:val="00EC60D5"/>
    <w:rsid w:val="00EC68F1"/>
    <w:rsid w:val="00EC6904"/>
    <w:rsid w:val="00EC6CAD"/>
    <w:rsid w:val="00EC7445"/>
    <w:rsid w:val="00ED22D1"/>
    <w:rsid w:val="00ED7881"/>
    <w:rsid w:val="00EE10CF"/>
    <w:rsid w:val="00EE1B74"/>
    <w:rsid w:val="00EE3429"/>
    <w:rsid w:val="00EE34AF"/>
    <w:rsid w:val="00EE49C7"/>
    <w:rsid w:val="00EE51A3"/>
    <w:rsid w:val="00EF0CF9"/>
    <w:rsid w:val="00EF1BA8"/>
    <w:rsid w:val="00EF1EB7"/>
    <w:rsid w:val="00EF3556"/>
    <w:rsid w:val="00EF69A1"/>
    <w:rsid w:val="00F019F9"/>
    <w:rsid w:val="00F02398"/>
    <w:rsid w:val="00F02702"/>
    <w:rsid w:val="00F02A16"/>
    <w:rsid w:val="00F034B4"/>
    <w:rsid w:val="00F05DA1"/>
    <w:rsid w:val="00F063E1"/>
    <w:rsid w:val="00F0661C"/>
    <w:rsid w:val="00F069F2"/>
    <w:rsid w:val="00F07717"/>
    <w:rsid w:val="00F120CA"/>
    <w:rsid w:val="00F12C36"/>
    <w:rsid w:val="00F13832"/>
    <w:rsid w:val="00F13F47"/>
    <w:rsid w:val="00F143EE"/>
    <w:rsid w:val="00F1550B"/>
    <w:rsid w:val="00F15724"/>
    <w:rsid w:val="00F1632E"/>
    <w:rsid w:val="00F16969"/>
    <w:rsid w:val="00F2324B"/>
    <w:rsid w:val="00F256FC"/>
    <w:rsid w:val="00F27555"/>
    <w:rsid w:val="00F279E8"/>
    <w:rsid w:val="00F31C10"/>
    <w:rsid w:val="00F32414"/>
    <w:rsid w:val="00F339C2"/>
    <w:rsid w:val="00F36135"/>
    <w:rsid w:val="00F37A72"/>
    <w:rsid w:val="00F41725"/>
    <w:rsid w:val="00F417CC"/>
    <w:rsid w:val="00F44E81"/>
    <w:rsid w:val="00F4514A"/>
    <w:rsid w:val="00F46BEB"/>
    <w:rsid w:val="00F47016"/>
    <w:rsid w:val="00F52001"/>
    <w:rsid w:val="00F528B0"/>
    <w:rsid w:val="00F5517B"/>
    <w:rsid w:val="00F5576E"/>
    <w:rsid w:val="00F560F8"/>
    <w:rsid w:val="00F618DA"/>
    <w:rsid w:val="00F61B89"/>
    <w:rsid w:val="00F6243E"/>
    <w:rsid w:val="00F6570E"/>
    <w:rsid w:val="00F65AA6"/>
    <w:rsid w:val="00F72892"/>
    <w:rsid w:val="00F7365E"/>
    <w:rsid w:val="00F75DC0"/>
    <w:rsid w:val="00F8005C"/>
    <w:rsid w:val="00F800C7"/>
    <w:rsid w:val="00F84324"/>
    <w:rsid w:val="00F86DE1"/>
    <w:rsid w:val="00F87881"/>
    <w:rsid w:val="00F91018"/>
    <w:rsid w:val="00F93414"/>
    <w:rsid w:val="00F93FE4"/>
    <w:rsid w:val="00F94023"/>
    <w:rsid w:val="00F97312"/>
    <w:rsid w:val="00F975D2"/>
    <w:rsid w:val="00FA0C1F"/>
    <w:rsid w:val="00FA22A5"/>
    <w:rsid w:val="00FA2AC4"/>
    <w:rsid w:val="00FA4EF1"/>
    <w:rsid w:val="00FA55F2"/>
    <w:rsid w:val="00FA5645"/>
    <w:rsid w:val="00FA58AA"/>
    <w:rsid w:val="00FB259D"/>
    <w:rsid w:val="00FB280F"/>
    <w:rsid w:val="00FB2BFC"/>
    <w:rsid w:val="00FC16D2"/>
    <w:rsid w:val="00FC20EE"/>
    <w:rsid w:val="00FC3A1F"/>
    <w:rsid w:val="00FC3DE2"/>
    <w:rsid w:val="00FC6CFF"/>
    <w:rsid w:val="00FC77F8"/>
    <w:rsid w:val="00FC7C36"/>
    <w:rsid w:val="00FD4FEE"/>
    <w:rsid w:val="00FD730A"/>
    <w:rsid w:val="00FE152D"/>
    <w:rsid w:val="00FE2670"/>
    <w:rsid w:val="00FE32BC"/>
    <w:rsid w:val="00FE72BA"/>
    <w:rsid w:val="00FF0EF5"/>
    <w:rsid w:val="00FF46AE"/>
    <w:rsid w:val="0BBEB0AB"/>
    <w:rsid w:val="0E178144"/>
    <w:rsid w:val="18EB8425"/>
    <w:rsid w:val="1CEB8EA3"/>
    <w:rsid w:val="1FF535C4"/>
    <w:rsid w:val="25A4C8AD"/>
    <w:rsid w:val="2883FABF"/>
    <w:rsid w:val="2E9D66AB"/>
    <w:rsid w:val="3073356A"/>
    <w:rsid w:val="3353189B"/>
    <w:rsid w:val="3899B0FD"/>
    <w:rsid w:val="442CB538"/>
    <w:rsid w:val="4E5CBDF2"/>
    <w:rsid w:val="4EF271C6"/>
    <w:rsid w:val="54351E7B"/>
    <w:rsid w:val="5C233FC0"/>
    <w:rsid w:val="615BEDB5"/>
    <w:rsid w:val="68A26095"/>
    <w:rsid w:val="7481A801"/>
    <w:rsid w:val="76CD7356"/>
    <w:rsid w:val="7A31D02C"/>
  </w:rsids>
  <m:mathPr>
    <m:mathFont m:val="Cambria Math"/>
    <m:brkBin m:val="before"/>
    <m:brkBinSub m:val="--"/>
    <m:smallFrac m:val="0"/>
    <m:dispDef/>
    <m:lMargin m:val="0"/>
    <m:rMargin m:val="0"/>
    <m:defJc m:val="centerGroup"/>
    <m:wrapIndent m:val="1440"/>
    <m:intLim m:val="subSup"/>
    <m:naryLim m:val="undOvr"/>
  </m:mathPr>
  <w:themeFontLang w:val="de-CH"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ocId w14:val="35363F08"/>
  <w15:docId w15:val="{2F75C2CD-078B-4F38-AF76-3035E4D4881B}"/>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p14">
  <w:docDefaults>
    <w:rPrDefault>
      <w:rPr>
        <w:rFonts w:ascii="Times New Roman" w:hAnsi="Times New Roman" w:eastAsia="Times New Roman" w:cs="Times New Roman"/>
        <w:lang w:val="en-US" w:eastAsia="en-US" w:bidi="en-US"/>
      </w:rPr>
    </w:rPrDefault>
    <w:pPrDefault/>
  </w:docDefaults>
  <w:latentStyles w:defLockedState="0" w:defUIPriority="0" w:defSemiHidden="0" w:defUnhideWhenUsed="0" w:defQFormat="0" w:count="37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3"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unhideWhenUsed="1"/>
    <w:lsdException w:name="List Bullet 4" w:semiHidden="1" w:unhideWhenUsed="1"/>
    <w:lsdException w:name="List Bullet 5" w:semiHidden="1" w:unhideWhenUsed="1"/>
    <w:lsdException w:name="List Number 3"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Indent 3"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uiPriority="99"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sdException w:name="Smart Link" w:uiPriority="99" w:semiHidden="1" w:unhideWhenUsed="1"/>
    <w:lsdException w:name="Smart Link Error" w:uiPriority="99" w:semiHidden="1" w:unhideWhenUsed="1"/>
  </w:latentStyles>
  <w:style w:type="paragraph" w:styleId="Standard" w:default="1">
    <w:name w:val="Normal"/>
    <w:qFormat/>
    <w:rsid w:val="00063A9A"/>
    <w:pPr>
      <w:spacing w:after="240" w:line="320" w:lineRule="exact"/>
    </w:pPr>
    <w:rPr>
      <w:rFonts w:ascii="Arial" w:hAnsi="Arial" w:cs="Arial"/>
      <w:szCs w:val="22"/>
      <w:lang w:val="de-DE"/>
    </w:rPr>
  </w:style>
  <w:style w:type="paragraph" w:styleId="berschrift1">
    <w:name w:val="heading 1"/>
    <w:aliases w:val="Schlagzeile"/>
    <w:basedOn w:val="Kopfzeile"/>
    <w:next w:val="Standard"/>
    <w:link w:val="berschrift1Zchn"/>
    <w:qFormat/>
    <w:rsid w:val="00AB7E1B"/>
    <w:pPr>
      <w:tabs>
        <w:tab w:val="clear" w:pos="4536"/>
        <w:tab w:val="clear" w:pos="9072"/>
        <w:tab w:val="left" w:pos="4253"/>
        <w:tab w:val="left" w:pos="5103"/>
        <w:tab w:val="left" w:pos="5954"/>
        <w:tab w:val="left" w:pos="6804"/>
      </w:tabs>
      <w:spacing w:after="600" w:line="280" w:lineRule="exact"/>
      <w:outlineLvl w:val="0"/>
    </w:pPr>
    <w:rPr>
      <w:sz w:val="24"/>
      <w:szCs w:val="24"/>
      <w:lang w:val="de-CH" w:eastAsia="de-DE" w:bidi="ar-SA"/>
    </w:rPr>
  </w:style>
  <w:style w:type="character" w:styleId="Absatz-Standardschriftart" w:default="1">
    <w:name w:val="Default Paragraph Font"/>
    <w:uiPriority w:val="1"/>
    <w:semiHidden/>
    <w:unhideWhenUsed/>
  </w:style>
  <w:style w:type="table" w:styleId="NormaleTabelle" w:default="1">
    <w:name w:val="Normal Table"/>
    <w:uiPriority w:val="99"/>
    <w:semiHidden/>
    <w:unhideWhenUsed/>
    <w:tblPr>
      <w:tblInd w:w="0" w:type="dxa"/>
      <w:tblCellMar>
        <w:top w:w="0" w:type="dxa"/>
        <w:left w:w="108" w:type="dxa"/>
        <w:bottom w:w="0" w:type="dxa"/>
        <w:right w:w="108" w:type="dxa"/>
      </w:tblCellMar>
    </w:tblPr>
  </w:style>
  <w:style w:type="numbering" w:styleId="KeineListe" w:default="1">
    <w:name w:val="No List"/>
    <w:uiPriority w:val="99"/>
    <w:semiHidden/>
    <w:unhideWhenUsed/>
  </w:style>
  <w:style w:type="paragraph" w:styleId="Kopfzeile">
    <w:name w:val="header"/>
    <w:basedOn w:val="Standard"/>
    <w:link w:val="KopfzeileZchn"/>
    <w:pPr>
      <w:tabs>
        <w:tab w:val="center" w:pos="4536"/>
        <w:tab w:val="right" w:pos="9072"/>
      </w:tabs>
    </w:pPr>
  </w:style>
  <w:style w:type="paragraph" w:styleId="Fuzeile">
    <w:name w:val="footer"/>
    <w:basedOn w:val="Standard"/>
    <w:pPr>
      <w:tabs>
        <w:tab w:val="center" w:pos="4536"/>
        <w:tab w:val="right" w:pos="9072"/>
      </w:tabs>
    </w:pPr>
  </w:style>
  <w:style w:type="paragraph" w:styleId="Fliesstext" w:customStyle="1">
    <w:name w:val="Fliesstext"/>
    <w:basedOn w:val="Standard"/>
  </w:style>
  <w:style w:type="paragraph" w:styleId="Verzeichnis1">
    <w:name w:val="toc 1"/>
    <w:basedOn w:val="Standard"/>
    <w:next w:val="Standard"/>
    <w:autoRedefine/>
    <w:semiHidden/>
    <w:pPr>
      <w:tabs>
        <w:tab w:val="right" w:leader="dot" w:pos="420"/>
        <w:tab w:val="left" w:pos="1316"/>
      </w:tabs>
    </w:pPr>
    <w:rPr>
      <w:szCs w:val="24"/>
    </w:rPr>
  </w:style>
  <w:style w:type="paragraph" w:styleId="Sprechblasentext">
    <w:name w:val="Balloon Text"/>
    <w:basedOn w:val="Standard"/>
    <w:link w:val="SprechblasentextZchn"/>
    <w:rsid w:val="00745B3E"/>
    <w:rPr>
      <w:rFonts w:ascii="Tahoma" w:hAnsi="Tahoma" w:cs="Tahoma"/>
      <w:sz w:val="16"/>
      <w:szCs w:val="16"/>
    </w:rPr>
  </w:style>
  <w:style w:type="character" w:styleId="SprechblasentextZchn" w:customStyle="1">
    <w:name w:val="Sprechblasentext Zchn"/>
    <w:basedOn w:val="Absatz-Standardschriftart"/>
    <w:link w:val="Sprechblasentext"/>
    <w:rsid w:val="00745B3E"/>
    <w:rPr>
      <w:rFonts w:ascii="Tahoma" w:hAnsi="Tahoma" w:cs="Tahoma"/>
      <w:sz w:val="16"/>
      <w:szCs w:val="16"/>
      <w:lang w:eastAsia="en-US"/>
    </w:rPr>
  </w:style>
  <w:style w:type="character" w:styleId="KopfzeileZchn" w:customStyle="1">
    <w:name w:val="Kopfzeile Zchn"/>
    <w:basedOn w:val="Absatz-Standardschriftart"/>
    <w:link w:val="Kopfzeile"/>
    <w:rsid w:val="002D5E34"/>
    <w:rPr>
      <w:rFonts w:ascii="Arial" w:hAnsi="Arial"/>
      <w:sz w:val="22"/>
      <w:lang w:eastAsia="en-US"/>
    </w:rPr>
  </w:style>
  <w:style w:type="character" w:styleId="Kommentarzeichen">
    <w:name w:val="annotation reference"/>
    <w:basedOn w:val="Absatz-Standardschriftart"/>
    <w:rsid w:val="009475B3"/>
    <w:rPr>
      <w:sz w:val="16"/>
      <w:szCs w:val="16"/>
    </w:rPr>
  </w:style>
  <w:style w:type="paragraph" w:styleId="Kommentartext">
    <w:name w:val="annotation text"/>
    <w:basedOn w:val="Standard"/>
    <w:link w:val="KommentartextZchn"/>
    <w:rsid w:val="009475B3"/>
  </w:style>
  <w:style w:type="character" w:styleId="KommentartextZchn" w:customStyle="1">
    <w:name w:val="Kommentartext Zchn"/>
    <w:basedOn w:val="Absatz-Standardschriftart"/>
    <w:link w:val="Kommentartext"/>
    <w:rsid w:val="009475B3"/>
    <w:rPr>
      <w:rFonts w:ascii="Arial" w:hAnsi="Arial"/>
      <w:lang w:eastAsia="en-US"/>
    </w:rPr>
  </w:style>
  <w:style w:type="paragraph" w:styleId="Kommentarthema">
    <w:name w:val="annotation subject"/>
    <w:basedOn w:val="Kommentartext"/>
    <w:next w:val="Kommentartext"/>
    <w:link w:val="KommentarthemaZchn"/>
    <w:rsid w:val="009475B3"/>
    <w:rPr>
      <w:b/>
      <w:bCs/>
    </w:rPr>
  </w:style>
  <w:style w:type="character" w:styleId="KommentarthemaZchn" w:customStyle="1">
    <w:name w:val="Kommentarthema Zchn"/>
    <w:basedOn w:val="KommentartextZchn"/>
    <w:link w:val="Kommentarthema"/>
    <w:rsid w:val="009475B3"/>
    <w:rPr>
      <w:rFonts w:ascii="Arial" w:hAnsi="Arial"/>
      <w:b/>
      <w:bCs/>
      <w:lang w:eastAsia="en-US"/>
    </w:rPr>
  </w:style>
  <w:style w:type="character" w:styleId="Hyperlink">
    <w:name w:val="Hyperlink"/>
    <w:basedOn w:val="Absatz-Standardschriftart"/>
    <w:rsid w:val="00120AF2"/>
    <w:rPr>
      <w:color w:val="0000FF" w:themeColor="hyperlink"/>
      <w:u w:val="single"/>
    </w:rPr>
  </w:style>
  <w:style w:type="character" w:styleId="Fett">
    <w:name w:val="Strong"/>
    <w:aliases w:val="Boilerplate"/>
    <w:qFormat/>
    <w:rsid w:val="00055A5C"/>
    <w:rPr>
      <w:rFonts w:ascii="Arial" w:hAnsi="Arial"/>
      <w:color w:val="auto"/>
      <w:sz w:val="16"/>
    </w:rPr>
  </w:style>
  <w:style w:type="paragraph" w:styleId="KeinLeerraum">
    <w:name w:val="No Spacing"/>
    <w:aliases w:val="Dachzeile"/>
    <w:basedOn w:val="Standard"/>
    <w:uiPriority w:val="1"/>
    <w:qFormat/>
    <w:rsid w:val="008B4FFC"/>
    <w:pPr>
      <w:spacing w:before="840" w:after="0" w:line="360" w:lineRule="auto"/>
    </w:pPr>
    <w:rPr>
      <w:b/>
      <w:sz w:val="24"/>
      <w:lang w:val="de-CH"/>
    </w:rPr>
  </w:style>
  <w:style w:type="character" w:styleId="berschrift1Zchn" w:customStyle="1">
    <w:name w:val="Überschrift 1 Zchn"/>
    <w:aliases w:val="Schlagzeile Zchn"/>
    <w:basedOn w:val="Absatz-Standardschriftart"/>
    <w:link w:val="berschrift1"/>
    <w:rsid w:val="00AB7E1B"/>
    <w:rPr>
      <w:rFonts w:ascii="Arial" w:hAnsi="Arial"/>
      <w:sz w:val="24"/>
      <w:szCs w:val="24"/>
      <w:lang w:val="de-CH" w:eastAsia="de-DE" w:bidi="ar-SA"/>
    </w:rPr>
  </w:style>
  <w:style w:type="character" w:styleId="Hervorhebung">
    <w:name w:val="Emphasis"/>
    <w:aliases w:val="Ort/Datum"/>
    <w:uiPriority w:val="20"/>
    <w:qFormat/>
    <w:rsid w:val="00AB7E1B"/>
  </w:style>
  <w:style w:type="paragraph" w:styleId="Titel">
    <w:name w:val="Title"/>
    <w:aliases w:val="Lead"/>
    <w:basedOn w:val="Kopfzeile"/>
    <w:next w:val="Standard"/>
    <w:link w:val="TitelZchn"/>
    <w:qFormat/>
    <w:rsid w:val="00AB7E1B"/>
    <w:rPr>
      <w:b/>
      <w:lang w:val="de-CH"/>
    </w:rPr>
  </w:style>
  <w:style w:type="character" w:styleId="TitelZchn" w:customStyle="1">
    <w:name w:val="Titel Zchn"/>
    <w:aliases w:val="Lead Zchn"/>
    <w:basedOn w:val="Absatz-Standardschriftart"/>
    <w:link w:val="Titel"/>
    <w:rsid w:val="00AB7E1B"/>
    <w:rPr>
      <w:rFonts w:ascii="Arial" w:hAnsi="Arial" w:cs="Arial"/>
      <w:b/>
      <w:szCs w:val="22"/>
      <w:lang w:val="de-CH"/>
    </w:rPr>
  </w:style>
  <w:style w:type="paragraph" w:styleId="Zitat">
    <w:name w:val="Quote"/>
    <w:aliases w:val="BU"/>
    <w:basedOn w:val="Standard"/>
    <w:next w:val="Standard"/>
    <w:link w:val="ZitatZchn"/>
    <w:uiPriority w:val="29"/>
    <w:qFormat/>
    <w:rsid w:val="00C0638B"/>
    <w:pPr>
      <w:spacing w:after="0"/>
    </w:pPr>
    <w:rPr>
      <w:lang w:val="de-CH" w:eastAsia="de-CH" w:bidi="ar-SA"/>
    </w:rPr>
  </w:style>
  <w:style w:type="character" w:styleId="ZitatZchn" w:customStyle="1">
    <w:name w:val="Zitat Zchn"/>
    <w:aliases w:val="BU Zchn"/>
    <w:basedOn w:val="Absatz-Standardschriftart"/>
    <w:link w:val="Zitat"/>
    <w:uiPriority w:val="29"/>
    <w:rsid w:val="00C0638B"/>
    <w:rPr>
      <w:rFonts w:ascii="Arial" w:hAnsi="Arial" w:cs="Arial"/>
      <w:szCs w:val="22"/>
      <w:lang w:val="de-CH" w:eastAsia="de-CH" w:bidi="ar-SA"/>
    </w:rPr>
  </w:style>
  <w:style w:type="paragraph" w:styleId="Untertitel">
    <w:name w:val="Subtitle"/>
    <w:aliases w:val="Zwischen Headline"/>
    <w:basedOn w:val="Standard"/>
    <w:next w:val="Standard"/>
    <w:link w:val="UntertitelZchn"/>
    <w:qFormat/>
    <w:rsid w:val="00C0638B"/>
    <w:pPr>
      <w:spacing w:after="0"/>
    </w:pPr>
    <w:rPr>
      <w:b/>
    </w:rPr>
  </w:style>
  <w:style w:type="character" w:styleId="UntertitelZchn" w:customStyle="1">
    <w:name w:val="Untertitel Zchn"/>
    <w:aliases w:val="Zwischen Headline Zchn"/>
    <w:basedOn w:val="Absatz-Standardschriftart"/>
    <w:link w:val="Untertitel"/>
    <w:rsid w:val="00C0638B"/>
    <w:rPr>
      <w:rFonts w:ascii="Arial" w:hAnsi="Arial" w:cs="Arial"/>
      <w:b/>
      <w:szCs w:val="22"/>
      <w:lang w:val="de-CH"/>
    </w:rPr>
  </w:style>
  <w:style w:type="table" w:styleId="Tabellenraster">
    <w:name w:val="Table Grid"/>
    <w:basedOn w:val="NormaleTabelle"/>
    <w:rsid w:val="00AB7E1B"/>
    <w:rPr>
      <w:lang w:val="de-CH" w:eastAsia="de-CH" w:bidi="ar-SA"/>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IntensivesZitat">
    <w:name w:val="Intense Quote"/>
    <w:aliases w:val="Caption,Boilerplate Headline"/>
    <w:basedOn w:val="Zitat"/>
    <w:next w:val="Standard"/>
    <w:link w:val="IntensivesZitatZchn"/>
    <w:uiPriority w:val="30"/>
    <w:qFormat/>
    <w:rsid w:val="00C37712"/>
    <w:pPr>
      <w:spacing w:after="240" w:line="240" w:lineRule="auto"/>
      <w:ind w:left="142" w:right="913"/>
    </w:pPr>
    <w:rPr>
      <w:sz w:val="18"/>
      <w:lang w:val="en-US"/>
    </w:rPr>
  </w:style>
  <w:style w:type="character" w:styleId="IntensivesZitatZchn" w:customStyle="1">
    <w:name w:val="Intensives Zitat Zchn"/>
    <w:aliases w:val="Caption Zchn,Boilerplate Headline Zchn"/>
    <w:basedOn w:val="Absatz-Standardschriftart"/>
    <w:link w:val="IntensivesZitat"/>
    <w:uiPriority w:val="30"/>
    <w:rsid w:val="00C37712"/>
    <w:rPr>
      <w:rFonts w:ascii="Arial" w:hAnsi="Arial" w:cs="Arial"/>
      <w:sz w:val="18"/>
      <w:szCs w:val="22"/>
      <w:lang w:eastAsia="de-CH" w:bidi="ar-SA"/>
    </w:rPr>
  </w:style>
  <w:style w:type="character" w:styleId="SchwacherVerweis">
    <w:name w:val="Subtle Reference"/>
    <w:uiPriority w:val="31"/>
    <w:qFormat/>
    <w:rsid w:val="00063A9A"/>
    <w:rPr>
      <w:b/>
      <w:sz w:val="16"/>
      <w:lang w:eastAsia="en-US" w:bidi="en-US"/>
    </w:rPr>
  </w:style>
  <w:style w:type="paragraph" w:styleId="Boilerpatebold" w:customStyle="1">
    <w:name w:val="Boilerpate bold"/>
    <w:basedOn w:val="Standard"/>
    <w:autoRedefine/>
    <w:qFormat/>
    <w:rsid w:val="00055A5C"/>
    <w:pPr>
      <w:spacing w:after="0" w:line="240" w:lineRule="auto"/>
    </w:pPr>
    <w:rPr>
      <w:b/>
      <w:sz w:val="16"/>
    </w:rPr>
  </w:style>
  <w:style w:type="character" w:styleId="BesuchterLink">
    <w:name w:val="FollowedHyperlink"/>
    <w:basedOn w:val="Absatz-Standardschriftart"/>
    <w:rsid w:val="00720079"/>
    <w:rPr>
      <w:color w:val="800080" w:themeColor="followedHyperlink"/>
      <w:u w:val="single"/>
    </w:rPr>
  </w:style>
  <w:style w:type="paragraph" w:styleId="Listenabsatz">
    <w:name w:val="List Paragraph"/>
    <w:basedOn w:val="Standard"/>
    <w:uiPriority w:val="34"/>
    <w:qFormat/>
    <w:rsid w:val="00F02398"/>
    <w:pPr>
      <w:ind w:left="720"/>
      <w:contextualSpacing/>
    </w:pPr>
  </w:style>
  <w:style w:type="character" w:styleId="st" w:customStyle="1">
    <w:name w:val="st"/>
    <w:basedOn w:val="Absatz-Standardschriftart"/>
    <w:rsid w:val="00EE51A3"/>
  </w:style>
  <w:style w:type="paragraph" w:styleId="berarbeitung">
    <w:name w:val="Revision"/>
    <w:hidden/>
    <w:uiPriority w:val="99"/>
    <w:semiHidden/>
    <w:rsid w:val="006972AA"/>
    <w:rPr>
      <w:rFonts w:ascii="Arial" w:hAnsi="Arial" w:cs="Arial"/>
      <w:szCs w:val="22"/>
      <w:lang w:val="de-DE"/>
    </w:rPr>
  </w:style>
  <w:style w:type="character" w:styleId="NichtaufgelsteErwhnung">
    <w:name w:val="Unresolved Mention"/>
    <w:basedOn w:val="Absatz-Standardschriftart"/>
    <w:uiPriority w:val="99"/>
    <w:unhideWhenUsed/>
    <w:rsid w:val="00CE744C"/>
    <w:rPr>
      <w:color w:val="605E5C"/>
      <w:shd w:val="clear" w:color="auto" w:fill="E1DFDD"/>
    </w:rPr>
  </w:style>
  <w:style w:type="character" w:styleId="acopre" w:customStyle="1">
    <w:name w:val="acopre"/>
    <w:basedOn w:val="Absatz-Standardschriftart"/>
    <w:rsid w:val="00D81568"/>
  </w:style>
  <w:style w:type="character" w:styleId="normaltextrun" w:customStyle="true">
    <w:name w:val="normaltextrun"/>
    <w:basedOn w:val="DefaultParagraphFont"/>
    <w:rsid w:val="3899B0FD"/>
  </w:style>
  <w:style w:type="character" w:styleId="eop" w:customStyle="true">
    <w:name w:val="eop"/>
    <w:basedOn w:val="DefaultParagraphFont"/>
    <w:rsid w:val="3899B0F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20562174">
      <w:bodyDiv w:val="1"/>
      <w:marLeft w:val="0"/>
      <w:marRight w:val="0"/>
      <w:marTop w:val="0"/>
      <w:marBottom w:val="0"/>
      <w:divBdr>
        <w:top w:val="none" w:sz="0" w:space="0" w:color="auto"/>
        <w:left w:val="none" w:sz="0" w:space="0" w:color="auto"/>
        <w:bottom w:val="none" w:sz="0" w:space="0" w:color="auto"/>
        <w:right w:val="none" w:sz="0" w:space="0" w:color="auto"/>
      </w:divBdr>
      <w:divsChild>
        <w:div w:id="525169120">
          <w:marLeft w:val="1411"/>
          <w:marRight w:val="0"/>
          <w:marTop w:val="0"/>
          <w:marBottom w:val="0"/>
          <w:divBdr>
            <w:top w:val="none" w:sz="0" w:space="0" w:color="auto"/>
            <w:left w:val="none" w:sz="0" w:space="0" w:color="auto"/>
            <w:bottom w:val="none" w:sz="0" w:space="0" w:color="auto"/>
            <w:right w:val="none" w:sz="0" w:space="0" w:color="auto"/>
          </w:divBdr>
        </w:div>
        <w:div w:id="663513231">
          <w:marLeft w:val="1411"/>
          <w:marRight w:val="0"/>
          <w:marTop w:val="0"/>
          <w:marBottom w:val="0"/>
          <w:divBdr>
            <w:top w:val="none" w:sz="0" w:space="0" w:color="auto"/>
            <w:left w:val="none" w:sz="0" w:space="0" w:color="auto"/>
            <w:bottom w:val="none" w:sz="0" w:space="0" w:color="auto"/>
            <w:right w:val="none" w:sz="0" w:space="0" w:color="auto"/>
          </w:divBdr>
        </w:div>
        <w:div w:id="750464197">
          <w:marLeft w:val="1411"/>
          <w:marRight w:val="0"/>
          <w:marTop w:val="0"/>
          <w:marBottom w:val="0"/>
          <w:divBdr>
            <w:top w:val="none" w:sz="0" w:space="0" w:color="auto"/>
            <w:left w:val="none" w:sz="0" w:space="0" w:color="auto"/>
            <w:bottom w:val="none" w:sz="0" w:space="0" w:color="auto"/>
            <w:right w:val="none" w:sz="0" w:space="0" w:color="auto"/>
          </w:divBdr>
        </w:div>
        <w:div w:id="1125467574">
          <w:marLeft w:val="1411"/>
          <w:marRight w:val="0"/>
          <w:marTop w:val="0"/>
          <w:marBottom w:val="0"/>
          <w:divBdr>
            <w:top w:val="none" w:sz="0" w:space="0" w:color="auto"/>
            <w:left w:val="none" w:sz="0" w:space="0" w:color="auto"/>
            <w:bottom w:val="none" w:sz="0" w:space="0" w:color="auto"/>
            <w:right w:val="none" w:sz="0" w:space="0" w:color="auto"/>
          </w:divBdr>
        </w:div>
        <w:div w:id="1437217232">
          <w:marLeft w:val="1411"/>
          <w:marRight w:val="0"/>
          <w:marTop w:val="0"/>
          <w:marBottom w:val="0"/>
          <w:divBdr>
            <w:top w:val="none" w:sz="0" w:space="0" w:color="auto"/>
            <w:left w:val="none" w:sz="0" w:space="0" w:color="auto"/>
            <w:bottom w:val="none" w:sz="0" w:space="0" w:color="auto"/>
            <w:right w:val="none" w:sz="0" w:space="0" w:color="auto"/>
          </w:divBdr>
        </w:div>
        <w:div w:id="1692419330">
          <w:marLeft w:val="1411"/>
          <w:marRight w:val="0"/>
          <w:marTop w:val="0"/>
          <w:marBottom w:val="0"/>
          <w:divBdr>
            <w:top w:val="none" w:sz="0" w:space="0" w:color="auto"/>
            <w:left w:val="none" w:sz="0" w:space="0" w:color="auto"/>
            <w:bottom w:val="none" w:sz="0" w:space="0" w:color="auto"/>
            <w:right w:val="none" w:sz="0" w:space="0" w:color="auto"/>
          </w:divBdr>
        </w:div>
        <w:div w:id="1948390558">
          <w:marLeft w:val="1411"/>
          <w:marRight w:val="0"/>
          <w:marTop w:val="0"/>
          <w:marBottom w:val="0"/>
          <w:divBdr>
            <w:top w:val="none" w:sz="0" w:space="0" w:color="auto"/>
            <w:left w:val="none" w:sz="0" w:space="0" w:color="auto"/>
            <w:bottom w:val="none" w:sz="0" w:space="0" w:color="auto"/>
            <w:right w:val="none" w:sz="0" w:space="0" w:color="auto"/>
          </w:divBdr>
        </w:div>
      </w:divsChild>
    </w:div>
    <w:div w:id="510609083">
      <w:bodyDiv w:val="1"/>
      <w:marLeft w:val="0"/>
      <w:marRight w:val="0"/>
      <w:marTop w:val="0"/>
      <w:marBottom w:val="0"/>
      <w:divBdr>
        <w:top w:val="none" w:sz="0" w:space="0" w:color="auto"/>
        <w:left w:val="none" w:sz="0" w:space="0" w:color="auto"/>
        <w:bottom w:val="none" w:sz="0" w:space="0" w:color="auto"/>
        <w:right w:val="none" w:sz="0" w:space="0" w:color="auto"/>
      </w:divBdr>
    </w:div>
    <w:div w:id="1767771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footer" Target="footer1.xml" Id="rId18" /><Relationship Type="http://schemas.openxmlformats.org/officeDocument/2006/relationships/customXml" Target="../customXml/item3.xml" Id="rId3" /><Relationship Type="http://schemas.openxmlformats.org/officeDocument/2006/relationships/footer" Target="footer3.xml" Id="rId21" /><Relationship Type="http://schemas.openxmlformats.org/officeDocument/2006/relationships/settings" Target="settings.xml" Id="rId7" /><Relationship Type="http://schemas.openxmlformats.org/officeDocument/2006/relationships/image" Target="media/image2.jpeg" Id="rId12" /><Relationship Type="http://schemas.openxmlformats.org/officeDocument/2006/relationships/header" Target="header2.xml" Id="rId17" /><Relationship Type="http://schemas.openxmlformats.org/officeDocument/2006/relationships/customXml" Target="../customXml/item2.xml" Id="rId2" /><Relationship Type="http://schemas.openxmlformats.org/officeDocument/2006/relationships/header" Target="header1.xml" Id="rId16" /><Relationship Type="http://schemas.openxmlformats.org/officeDocument/2006/relationships/header" Target="header3.xml" Id="rId20"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image" Target="media/image1.jpeg" Id="rId11" /><Relationship Type="http://schemas.openxmlformats.org/officeDocument/2006/relationships/theme" Target="theme/theme1.xml" Id="rId24" /><Relationship Type="http://schemas.openxmlformats.org/officeDocument/2006/relationships/numbering" Target="numbering.xml" Id="rId5" /><Relationship Type="http://schemas.microsoft.com/office/2016/09/relationships/commentsIds" Target="commentsIds.xml" Id="rId15" /><Relationship Type="http://schemas.microsoft.com/office/2011/relationships/people" Target="people.xml" Id="rId23" /><Relationship Type="http://schemas.openxmlformats.org/officeDocument/2006/relationships/endnotes" Target="endnotes.xml" Id="rId10" /><Relationship Type="http://schemas.openxmlformats.org/officeDocument/2006/relationships/footer" Target="footer2.xml" Id="rId19" /><Relationship Type="http://schemas.openxmlformats.org/officeDocument/2006/relationships/customXml" Target="../customXml/item4.xml" Id="rId4" /><Relationship Type="http://schemas.openxmlformats.org/officeDocument/2006/relationships/footnotes" Target="footnotes.xml" Id="rId9" /><Relationship Type="http://schemas.microsoft.com/office/2011/relationships/commentsExtended" Target="commentsExtended.xml" Id="rId14" /><Relationship Type="http://schemas.openxmlformats.org/officeDocument/2006/relationships/fontTable" Target="fontTable.xml" Id="rId22" /></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reol\Desktop\Template%20Press%20Releas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7E360BEB5EA29419DCE160FCD31B0CC" ma:contentTypeVersion="13" ma:contentTypeDescription="Ein neues Dokument erstellen." ma:contentTypeScope="" ma:versionID="ba21a1de15a2e4da4e04e6663470bcd9">
  <xsd:schema xmlns:xsd="http://www.w3.org/2001/XMLSchema" xmlns:xs="http://www.w3.org/2001/XMLSchema" xmlns:p="http://schemas.microsoft.com/office/2006/metadata/properties" xmlns:ns2="aca20cd1-a23b-493b-9275-36e0ba1aab45" xmlns:ns3="beb2c530-3512-43f5-bc1a-9f450737f04e" targetNamespace="http://schemas.microsoft.com/office/2006/metadata/properties" ma:root="true" ma:fieldsID="9678e39673e079e812912c464199f147" ns2:_="" ns3:_="">
    <xsd:import namespace="aca20cd1-a23b-493b-9275-36e0ba1aab45"/>
    <xsd:import namespace="beb2c530-3512-43f5-bc1a-9f450737f04e"/>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Locatio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ona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a20cd1-a23b-493b-9275-36e0ba1aab45"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eb2c530-3512-43f5-bc1a-9f450737f04e"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onat" ma:index="20" nillable="true" ma:displayName="Monat" ma:format="Dropdown" ma:internalName="Monat">
      <xsd:simpleType>
        <xsd:restriction base="dms:Choice">
          <xsd:enumeration value="01"/>
          <xsd:enumeration value="02"/>
          <xsd:enumeration value="03"/>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Monat xmlns="beb2c530-3512-43f5-bc1a-9f450737f04e"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0BD81F-8727-453A-8527-8D8B4795F34E}"/>
</file>

<file path=customXml/itemProps2.xml><?xml version="1.0" encoding="utf-8"?>
<ds:datastoreItem xmlns:ds="http://schemas.openxmlformats.org/officeDocument/2006/customXml" ds:itemID="{43B87B2F-F3D1-402D-A6EC-D55F3239FB10}">
  <ds:schemaRefs>
    <ds:schemaRef ds:uri="http://purl.org/dc/terms/"/>
    <ds:schemaRef ds:uri="http://schemas.openxmlformats.org/package/2006/metadata/core-properties"/>
    <ds:schemaRef ds:uri="http://purl.org/dc/dcmitype/"/>
    <ds:schemaRef ds:uri="http://schemas.microsoft.com/office/infopath/2007/PartnerControls"/>
    <ds:schemaRef ds:uri="http://schemas.microsoft.com/office/2006/documentManagement/types"/>
    <ds:schemaRef ds:uri="292460c0-2eb1-4b9c-bf8b-89378a453e21"/>
    <ds:schemaRef ds:uri="http://purl.org/dc/elements/1.1/"/>
    <ds:schemaRef ds:uri="http://schemas.microsoft.com/office/2006/metadata/properties"/>
    <ds:schemaRef ds:uri="be2e3804-6132-40a8-8833-3b6a94d71be4"/>
    <ds:schemaRef ds:uri="http://www.w3.org/XML/1998/namespace"/>
  </ds:schemaRefs>
</ds:datastoreItem>
</file>

<file path=customXml/itemProps3.xml><?xml version="1.0" encoding="utf-8"?>
<ds:datastoreItem xmlns:ds="http://schemas.openxmlformats.org/officeDocument/2006/customXml" ds:itemID="{DAEB5B90-A24D-4117-9F11-E4D1C39B01B3}">
  <ds:schemaRefs>
    <ds:schemaRef ds:uri="http://schemas.microsoft.com/sharepoint/v3/contenttype/forms"/>
  </ds:schemaRefs>
</ds:datastoreItem>
</file>

<file path=customXml/itemProps4.xml><?xml version="1.0" encoding="utf-8"?>
<ds:datastoreItem xmlns:ds="http://schemas.openxmlformats.org/officeDocument/2006/customXml" ds:itemID="{01193E84-6087-4B3E-B95B-0B14DB94CF50}">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Template Press Release</ap:Template>
  <ap:Application>Microsoft Office Word</ap:Application>
  <ap:DocSecurity>0</ap:DocSecurity>
  <ap:ScaleCrop>false</ap:ScaleCrop>
  <ap:Company>Geberit</ap:Company>
  <ap:SharedDoc>false</ap:SharedDoc>
  <ap:HyperlinksChanged>false</ap:HyperlinksChanged>
  <ap:AppVersion>00.0001</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Olaf Grewe</dc:creator>
  <cp:keywords/>
  <cp:lastModifiedBy>Yvonne Dick</cp:lastModifiedBy>
  <cp:revision>4</cp:revision>
  <cp:lastPrinted>2020-02-04T00:44:00Z</cp:lastPrinted>
  <dcterms:created xsi:type="dcterms:W3CDTF">2021-02-15T07:37:00Z</dcterms:created>
  <dcterms:modified xsi:type="dcterms:W3CDTF">2021-02-15T07:59:55Z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0x01010087E360BEB5EA29419DCE160FCD31B0CC</vt:lpwstr>
  </property>
  <property fmtid="{D5CDD505-2E9C-101B-9397-08002B2CF9AE}" pid="3" name="MSIP_Label_583d9081-ff0c-403e-9495-6ce7896734ce_Enabled">
    <vt:lpwstr>True</vt:lpwstr>
  </property>
  <property fmtid="{D5CDD505-2E9C-101B-9397-08002B2CF9AE}" pid="4" name="MSIP_Label_583d9081-ff0c-403e-9495-6ce7896734ce_SiteId">
    <vt:lpwstr>49c79685-7e11-437a-bb25-eba58fc041f5</vt:lpwstr>
  </property>
  <property fmtid="{D5CDD505-2E9C-101B-9397-08002B2CF9AE}" pid="5" name="MSIP_Label_583d9081-ff0c-403e-9495-6ce7896734ce_Owner">
    <vt:lpwstr>kristin.echle@geberit.com</vt:lpwstr>
  </property>
  <property fmtid="{D5CDD505-2E9C-101B-9397-08002B2CF9AE}" pid="6" name="MSIP_Label_583d9081-ff0c-403e-9495-6ce7896734ce_SetDate">
    <vt:lpwstr>2019-09-20T11:59:04.2391006Z</vt:lpwstr>
  </property>
  <property fmtid="{D5CDD505-2E9C-101B-9397-08002B2CF9AE}" pid="7" name="MSIP_Label_583d9081-ff0c-403e-9495-6ce7896734ce_Name">
    <vt:lpwstr>Internal</vt:lpwstr>
  </property>
  <property fmtid="{D5CDD505-2E9C-101B-9397-08002B2CF9AE}" pid="8" name="MSIP_Label_583d9081-ff0c-403e-9495-6ce7896734ce_Application">
    <vt:lpwstr>Microsoft Azure Information Protection</vt:lpwstr>
  </property>
  <property fmtid="{D5CDD505-2E9C-101B-9397-08002B2CF9AE}" pid="9" name="MSIP_Label_583d9081-ff0c-403e-9495-6ce7896734ce_ActionId">
    <vt:lpwstr>63efe3d3-3f4e-4c71-a88f-68a021fba6bc</vt:lpwstr>
  </property>
  <property fmtid="{D5CDD505-2E9C-101B-9397-08002B2CF9AE}" pid="10" name="MSIP_Label_583d9081-ff0c-403e-9495-6ce7896734ce_Extended_MSFT_Method">
    <vt:lpwstr>Automatic</vt:lpwstr>
  </property>
  <property fmtid="{D5CDD505-2E9C-101B-9397-08002B2CF9AE}" pid="11" name="Sensitivity">
    <vt:lpwstr>Internal</vt:lpwstr>
  </property>
</Properties>
</file>